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C8C" w:rsidRPr="00D04E16" w:rsidRDefault="006A7A98" w:rsidP="00AC4C8C">
      <w:pPr>
        <w:jc w:val="center"/>
        <w:rPr>
          <w:rFonts w:ascii="Meiryo UI" w:eastAsia="Meiryo UI" w:hAnsi="Meiryo UI"/>
          <w:b/>
          <w:bCs/>
          <w:sz w:val="32"/>
        </w:rPr>
      </w:pPr>
      <w:r>
        <w:rPr>
          <w:rFonts w:ascii="Meiryo UI" w:eastAsia="Meiryo UI" w:hAnsi="Meiryo UI"/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1" layoutInCell="1" allowOverlap="1" wp14:anchorId="061D6EF2" wp14:editId="3235F4A9">
                <wp:simplePos x="0" y="0"/>
                <wp:positionH relativeFrom="column">
                  <wp:posOffset>4505325</wp:posOffset>
                </wp:positionH>
                <wp:positionV relativeFrom="paragraph">
                  <wp:posOffset>3096895</wp:posOffset>
                </wp:positionV>
                <wp:extent cx="118745" cy="11874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E43E1" id="正方形/長方形 2" o:spid="_x0000_s1026" style="position:absolute;left:0;text-align:left;margin-left:354.75pt;margin-top:243.85pt;width:9.35pt;height:9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" fillcolor="#7f7f7f [1612]" stroked="f" strokeweight="1pt">
                <v:fill opacity="52428f"/>
                <w10:anchorlock/>
              </v:rect>
            </w:pict>
          </mc:Fallback>
        </mc:AlternateContent>
      </w:r>
      <w:r w:rsidR="009C1104" w:rsidRPr="00D04E16">
        <w:rPr>
          <w:rFonts w:ascii="Meiryo UI" w:eastAsia="Meiryo UI" w:hAnsi="Meiryo UI"/>
          <w:b/>
          <w:bCs/>
          <w:noProof/>
          <w:sz w:val="36"/>
        </w:rPr>
        <w:drawing>
          <wp:anchor distT="0" distB="0" distL="114300" distR="114300" simplePos="0" relativeHeight="251669504" behindDoc="0" locked="0" layoutInCell="1" allowOverlap="1" wp14:anchorId="1509012F" wp14:editId="157F304F">
            <wp:simplePos x="0" y="0"/>
            <wp:positionH relativeFrom="rightMargin">
              <wp:posOffset>-546100</wp:posOffset>
            </wp:positionH>
            <wp:positionV relativeFrom="paragraph">
              <wp:posOffset>-708025</wp:posOffset>
            </wp:positionV>
            <wp:extent cx="1066800" cy="1066800"/>
            <wp:effectExtent l="0" t="0" r="0" b="0"/>
            <wp:wrapNone/>
            <wp:docPr id="3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019">
        <w:rPr>
          <w:rFonts w:ascii="Meiryo UI" w:eastAsia="Meiryo UI" w:hAnsi="Meiryo UI" w:hint="eastAsia"/>
          <w:b/>
          <w:bCs/>
          <w:sz w:val="32"/>
        </w:rPr>
        <w:t>おかねをステキに使うのだ</w:t>
      </w:r>
    </w:p>
    <w:p w:rsidR="0088001C" w:rsidRPr="0033356B" w:rsidRDefault="0088001C" w:rsidP="0088001C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</w:rPr>
      </w:pPr>
      <w:bookmarkStart w:id="0" w:name="_Hlk59572610"/>
      <w:bookmarkStart w:id="1" w:name="_Hlk59572465"/>
      <w:r>
        <w:rPr>
          <w:rFonts w:ascii="Meiryo UI" w:eastAsia="Meiryo UI" w:hAnsi="Meiryo UI" w:hint="eastAsia"/>
        </w:rPr>
        <w:t>動画を見て、空欄にあてはまる言葉を書きましょう</w:t>
      </w:r>
      <w:r w:rsidRPr="00EB3444">
        <w:rPr>
          <w:rFonts w:ascii="Meiryo UI" w:eastAsia="Meiryo UI" w:hAnsi="Meiryo UI"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8001C" w:rsidRPr="00EB3444" w:rsidTr="0088001C">
        <w:tc>
          <w:tcPr>
            <w:tcW w:w="8494" w:type="dxa"/>
          </w:tcPr>
          <w:p w:rsidR="0088001C" w:rsidRDefault="0088001C" w:rsidP="0088001C">
            <w:pPr>
              <w:spacing w:line="276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（あ：　　　　　　　）→現在の満足のためにおかねを使うこと</w:t>
            </w:r>
          </w:p>
          <w:p w:rsidR="0088001C" w:rsidRDefault="0088001C" w:rsidP="0088001C">
            <w:pPr>
              <w:spacing w:line="276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（い：　　　　　　　）→将来に役立てるためにおかねを使うこと</w:t>
            </w:r>
          </w:p>
          <w:p w:rsidR="0088001C" w:rsidRDefault="0088001C" w:rsidP="0088001C">
            <w:pPr>
              <w:spacing w:line="276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（う：　　　　　　　）→必要以上におかねを使うこと＝無駄遣い</w:t>
            </w:r>
          </w:p>
          <w:p w:rsidR="0088001C" w:rsidRPr="00EB3444" w:rsidRDefault="0088001C" w:rsidP="0088001C">
            <w:pPr>
              <w:spacing w:line="276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⇒本当に必要なもの（</w:t>
            </w:r>
            <w:r w:rsidRPr="00AD03D3">
              <w:rPr>
                <w:rFonts w:ascii="Meiryo UI" w:eastAsia="Meiryo UI" w:hAnsi="Meiryo UI" w:hint="eastAsia"/>
                <w:b/>
              </w:rPr>
              <w:t>ニーズ</w:t>
            </w:r>
            <w:r>
              <w:rPr>
                <w:rFonts w:ascii="Meiryo UI" w:eastAsia="Meiryo UI" w:hAnsi="Meiryo UI" w:hint="eastAsia"/>
              </w:rPr>
              <w:t>）と欲しいもの（</w:t>
            </w:r>
            <w:r w:rsidRPr="00AD03D3">
              <w:rPr>
                <w:rFonts w:ascii="Meiryo UI" w:eastAsia="Meiryo UI" w:hAnsi="Meiryo UI" w:hint="eastAsia"/>
                <w:b/>
              </w:rPr>
              <w:t>ウォンツ</w:t>
            </w:r>
            <w:r>
              <w:rPr>
                <w:rFonts w:ascii="Meiryo UI" w:eastAsia="Meiryo UI" w:hAnsi="Meiryo UI" w:hint="eastAsia"/>
              </w:rPr>
              <w:t>）を分けて考えて、無駄遣いを減らそう！</w:t>
            </w:r>
          </w:p>
        </w:tc>
      </w:tr>
    </w:tbl>
    <w:p w:rsidR="0088001C" w:rsidRDefault="0088001C" w:rsidP="0088001C">
      <w:pPr>
        <w:pStyle w:val="a3"/>
        <w:ind w:leftChars="0" w:left="420"/>
        <w:rPr>
          <w:rFonts w:ascii="Meiryo UI" w:eastAsia="Meiryo UI" w:hAnsi="Meiryo UI"/>
        </w:rPr>
      </w:pPr>
    </w:p>
    <w:p w:rsidR="009B4D7A" w:rsidRDefault="00673019" w:rsidP="009B4D7A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あなたの筆箱には何がどのくらい入っていますか？</w:t>
      </w:r>
      <w:r w:rsidR="0033356B">
        <w:rPr>
          <w:rFonts w:ascii="Meiryo UI" w:eastAsia="Meiryo UI" w:hAnsi="Meiryo UI" w:hint="eastAsia"/>
        </w:rPr>
        <w:t>価格</w:t>
      </w:r>
      <w:r>
        <w:rPr>
          <w:rFonts w:ascii="Meiryo UI" w:eastAsia="Meiryo UI" w:hAnsi="Meiryo UI" w:hint="eastAsia"/>
        </w:rPr>
        <w:t>や買った時の必要度、現在の満足度も考えて書</w:t>
      </w:r>
      <w:r w:rsidR="00AD03D3">
        <w:rPr>
          <w:rFonts w:ascii="Meiryo UI" w:eastAsia="Meiryo UI" w:hAnsi="Meiryo UI" w:hint="eastAsia"/>
        </w:rPr>
        <w:t>きましょう。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2404"/>
        <w:gridCol w:w="1845"/>
        <w:gridCol w:w="1909"/>
        <w:gridCol w:w="1910"/>
      </w:tblGrid>
      <w:tr w:rsidR="00673019" w:rsidTr="00673019">
        <w:tc>
          <w:tcPr>
            <w:tcW w:w="426" w:type="dxa"/>
            <w:vAlign w:val="center"/>
          </w:tcPr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404" w:type="dxa"/>
            <w:vAlign w:val="center"/>
          </w:tcPr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入っているもの</w:t>
            </w:r>
          </w:p>
        </w:tc>
        <w:tc>
          <w:tcPr>
            <w:tcW w:w="1845" w:type="dxa"/>
            <w:vAlign w:val="center"/>
          </w:tcPr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価格（円）</w:t>
            </w:r>
          </w:p>
        </w:tc>
        <w:tc>
          <w:tcPr>
            <w:tcW w:w="1909" w:type="dxa"/>
            <w:vAlign w:val="center"/>
          </w:tcPr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買ったときの必要度</w:t>
            </w:r>
          </w:p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70A3728" wp14:editId="7DF2B70B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109220</wp:posOffset>
                      </wp:positionV>
                      <wp:extent cx="539750" cy="0"/>
                      <wp:effectExtent l="0" t="76200" r="12700" b="95250"/>
                      <wp:wrapNone/>
                      <wp:docPr id="16" name="直線矢印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454DA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6" o:spid="_x0000_s1026" type="#_x0000_t32" style="position:absolute;left:0;text-align:left;margin-left:21.1pt;margin-top:8.6pt;width:42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" strokecolor="#2c2c2c [3213]">
                      <v:stroke endarrow="block"/>
                    </v:shape>
                  </w:pict>
                </mc:Fallback>
              </mc:AlternateContent>
            </w:r>
            <w:r w:rsidRPr="00673019">
              <w:rPr>
                <w:rFonts w:ascii="Meiryo UI" w:eastAsia="Meiryo UI" w:hAnsi="Meiryo UI" w:hint="eastAsia"/>
                <w:sz w:val="16"/>
              </w:rPr>
              <w:t>低い</w:t>
            </w:r>
            <w:r>
              <w:rPr>
                <w:rFonts w:ascii="Meiryo UI" w:eastAsia="Meiryo UI" w:hAnsi="Meiryo UI" w:hint="eastAsia"/>
                <w:sz w:val="16"/>
              </w:rPr>
              <w:t xml:space="preserve">　　　　　　　　　</w:t>
            </w:r>
            <w:r w:rsidRPr="00673019">
              <w:rPr>
                <w:rFonts w:ascii="Meiryo UI" w:eastAsia="Meiryo UI" w:hAnsi="Meiryo UI" w:hint="eastAsia"/>
                <w:sz w:val="16"/>
              </w:rPr>
              <w:t xml:space="preserve">　高い</w:t>
            </w:r>
          </w:p>
        </w:tc>
        <w:tc>
          <w:tcPr>
            <w:tcW w:w="1910" w:type="dxa"/>
            <w:vAlign w:val="center"/>
          </w:tcPr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現在の満足度</w:t>
            </w:r>
          </w:p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DAC27CF" wp14:editId="608016C6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109220</wp:posOffset>
                      </wp:positionV>
                      <wp:extent cx="539750" cy="0"/>
                      <wp:effectExtent l="0" t="76200" r="12700" b="95250"/>
                      <wp:wrapNone/>
                      <wp:docPr id="17" name="直線矢印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922E2" id="直線矢印コネクタ 17" o:spid="_x0000_s1026" type="#_x0000_t32" style="position:absolute;left:0;text-align:left;margin-left:21.1pt;margin-top:8.6pt;width:42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" strokecolor="#2c2c2c [3213]">
                      <v:stroke endarrow="block"/>
                    </v:shape>
                  </w:pict>
                </mc:Fallback>
              </mc:AlternateContent>
            </w:r>
            <w:r w:rsidRPr="00673019">
              <w:rPr>
                <w:rFonts w:ascii="Meiryo UI" w:eastAsia="Meiryo UI" w:hAnsi="Meiryo UI" w:hint="eastAsia"/>
                <w:sz w:val="16"/>
              </w:rPr>
              <w:t>低い</w:t>
            </w:r>
            <w:r>
              <w:rPr>
                <w:rFonts w:ascii="Meiryo UI" w:eastAsia="Meiryo UI" w:hAnsi="Meiryo UI" w:hint="eastAsia"/>
                <w:sz w:val="16"/>
              </w:rPr>
              <w:t xml:space="preserve">　　　　　　　　　</w:t>
            </w:r>
            <w:r w:rsidRPr="00673019">
              <w:rPr>
                <w:rFonts w:ascii="Meiryo UI" w:eastAsia="Meiryo UI" w:hAnsi="Meiryo UI" w:hint="eastAsia"/>
                <w:sz w:val="16"/>
              </w:rPr>
              <w:t xml:space="preserve">　高い</w:t>
            </w:r>
          </w:p>
        </w:tc>
      </w:tr>
      <w:tr w:rsidR="00673019" w:rsidTr="0033356B">
        <w:trPr>
          <w:trHeight w:val="567"/>
        </w:trPr>
        <w:tc>
          <w:tcPr>
            <w:tcW w:w="426" w:type="dxa"/>
            <w:vAlign w:val="center"/>
          </w:tcPr>
          <w:p w:rsidR="00673019" w:rsidRDefault="00673019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例</w:t>
            </w:r>
          </w:p>
        </w:tc>
        <w:tc>
          <w:tcPr>
            <w:tcW w:w="2404" w:type="dxa"/>
            <w:vAlign w:val="center"/>
          </w:tcPr>
          <w:p w:rsidR="00673019" w:rsidRDefault="00673019" w:rsidP="007009F5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ボールペン</w:t>
            </w:r>
          </w:p>
        </w:tc>
        <w:tc>
          <w:tcPr>
            <w:tcW w:w="1845" w:type="dxa"/>
            <w:vAlign w:val="center"/>
          </w:tcPr>
          <w:p w:rsidR="00673019" w:rsidRDefault="007009F5" w:rsidP="007009F5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300円</w:t>
            </w:r>
          </w:p>
        </w:tc>
        <w:tc>
          <w:tcPr>
            <w:tcW w:w="1909" w:type="dxa"/>
            <w:vAlign w:val="center"/>
          </w:tcPr>
          <w:p w:rsidR="00673019" w:rsidRDefault="006A7A98" w:rsidP="006730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b/>
                <w:bCs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1" layoutInCell="1" allowOverlap="1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188595</wp:posOffset>
                      </wp:positionV>
                      <wp:extent cx="118800" cy="118800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800" cy="11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  <a:alpha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2609C3" id="正方形/長方形 1" o:spid="_x0000_s1026" style="position:absolute;left:0;text-align:left;margin-left:53.6pt;margin-top:14.85pt;width:9.35pt;height:9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" fillcolor="#7f7f7f [1612]" stroked="f" strokeweight="1pt">
                      <v:fill opacity="52428f"/>
                      <w10:anchorlock/>
                    </v:rect>
                  </w:pict>
                </mc:Fallback>
              </mc:AlternateContent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673019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673019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673019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673019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673019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673019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673019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673019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673019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673019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673019"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="00673019"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  <w:tc>
          <w:tcPr>
            <w:tcW w:w="1910" w:type="dxa"/>
            <w:vAlign w:val="center"/>
          </w:tcPr>
          <w:p w:rsidR="00673019" w:rsidRDefault="007009F5" w:rsidP="00673019">
            <w:pPr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</w:tr>
      <w:tr w:rsidR="0033356B" w:rsidTr="0033356B">
        <w:trPr>
          <w:trHeight w:val="567"/>
        </w:trPr>
        <w:tc>
          <w:tcPr>
            <w:tcW w:w="426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2404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845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909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  <w:tc>
          <w:tcPr>
            <w:tcW w:w="1910" w:type="dxa"/>
            <w:vAlign w:val="center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</w:tr>
      <w:tr w:rsidR="0033356B" w:rsidTr="0033356B">
        <w:trPr>
          <w:trHeight w:val="567"/>
        </w:trPr>
        <w:tc>
          <w:tcPr>
            <w:tcW w:w="426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2404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845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909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  <w:tc>
          <w:tcPr>
            <w:tcW w:w="1910" w:type="dxa"/>
            <w:vAlign w:val="center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</w:tr>
      <w:tr w:rsidR="0033356B" w:rsidTr="0033356B">
        <w:trPr>
          <w:trHeight w:val="567"/>
        </w:trPr>
        <w:tc>
          <w:tcPr>
            <w:tcW w:w="426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2404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845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909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  <w:tc>
          <w:tcPr>
            <w:tcW w:w="1910" w:type="dxa"/>
            <w:vAlign w:val="center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</w:tr>
      <w:tr w:rsidR="0033356B" w:rsidTr="0033356B">
        <w:trPr>
          <w:trHeight w:val="567"/>
        </w:trPr>
        <w:tc>
          <w:tcPr>
            <w:tcW w:w="426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</w:t>
            </w:r>
          </w:p>
        </w:tc>
        <w:tc>
          <w:tcPr>
            <w:tcW w:w="2404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845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909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  <w:tc>
          <w:tcPr>
            <w:tcW w:w="1910" w:type="dxa"/>
            <w:vAlign w:val="center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</w:tr>
      <w:tr w:rsidR="0033356B" w:rsidTr="0033356B">
        <w:trPr>
          <w:trHeight w:val="567"/>
        </w:trPr>
        <w:tc>
          <w:tcPr>
            <w:tcW w:w="426" w:type="dxa"/>
            <w:vAlign w:val="center"/>
          </w:tcPr>
          <w:p w:rsidR="0033356B" w:rsidRDefault="0033356B" w:rsidP="003335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5</w:t>
            </w:r>
          </w:p>
        </w:tc>
        <w:tc>
          <w:tcPr>
            <w:tcW w:w="2404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845" w:type="dxa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</w:p>
        </w:tc>
        <w:tc>
          <w:tcPr>
            <w:tcW w:w="1909" w:type="dxa"/>
            <w:vAlign w:val="center"/>
          </w:tcPr>
          <w:p w:rsidR="0033356B" w:rsidRDefault="00AD03D3" w:rsidP="003335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1" layoutInCell="1" allowOverlap="1">
                      <wp:simplePos x="0" y="0"/>
                      <wp:positionH relativeFrom="column">
                        <wp:posOffset>1097280</wp:posOffset>
                      </wp:positionH>
                      <wp:positionV relativeFrom="page">
                        <wp:posOffset>518795</wp:posOffset>
                      </wp:positionV>
                      <wp:extent cx="137795" cy="146050"/>
                      <wp:effectExtent l="0" t="0" r="14605" b="2540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AD967" id="正方形/長方形 19" o:spid="_x0000_s1026" style="position:absolute;left:0;text-align:left;margin-left:86.4pt;margin-top:40.85pt;width:10.85pt;height:1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" fillcolor="white [3212]" strokecolor="#2c2c2c [3213]" strokeweight="1pt">
                      <w10:wrap anchory="page"/>
                      <w10:anchorlock/>
                    </v:rect>
                  </w:pict>
                </mc:Fallback>
              </mc:AlternateContent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33356B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33356B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33356B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33356B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33356B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33356B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33356B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33356B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="0033356B"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="0033356B"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="0033356B"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="0033356B"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  <w:tc>
          <w:tcPr>
            <w:tcW w:w="1910" w:type="dxa"/>
            <w:vAlign w:val="center"/>
          </w:tcPr>
          <w:p w:rsidR="0033356B" w:rsidRDefault="0033356B" w:rsidP="0033356B">
            <w:pPr>
              <w:rPr>
                <w:rFonts w:ascii="Meiryo UI" w:eastAsia="Meiryo UI" w:hAnsi="Meiryo UI"/>
              </w:rPr>
            </w:pP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,1)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,2)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,3)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,4)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  <w:r w:rsidRPr="007009F5">
              <w:rPr>
                <w:rFonts w:ascii="Meiryo UI" w:eastAsia="Meiryo UI" w:hAnsi="Meiryo UI"/>
                <w:sz w:val="22"/>
              </w:rPr>
              <w:fldChar w:fldCharType="begin"/>
            </w:r>
            <w:r w:rsidRPr="007009F5">
              <w:rPr>
                <w:rFonts w:ascii="Meiryo UI" w:eastAsia="Meiryo UI" w:hAnsi="Meiryo UI"/>
                <w:sz w:val="22"/>
              </w:rPr>
              <w:instrText xml:space="preserve"> 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eq \o\ac(</w:instrText>
            </w:r>
            <w:r w:rsidRPr="007009F5">
              <w:rPr>
                <w:rFonts w:ascii="Meiryo UI" w:eastAsia="Meiryo UI" w:hAnsi="Meiryo UI" w:hint="eastAsia"/>
                <w:position w:val="-4"/>
                <w:sz w:val="32"/>
              </w:rPr>
              <w:instrText>□</w:instrText>
            </w:r>
            <w:r w:rsidRPr="007009F5">
              <w:rPr>
                <w:rFonts w:ascii="Meiryo UI" w:eastAsia="Meiryo UI" w:hAnsi="Meiryo UI" w:hint="eastAsia"/>
                <w:sz w:val="22"/>
              </w:rPr>
              <w:instrText>,5)</w:instrText>
            </w:r>
            <w:r w:rsidRPr="007009F5">
              <w:rPr>
                <w:rFonts w:ascii="Meiryo UI" w:eastAsia="Meiryo UI" w:hAnsi="Meiryo UI"/>
                <w:sz w:val="22"/>
              </w:rPr>
              <w:fldChar w:fldCharType="end"/>
            </w:r>
          </w:p>
        </w:tc>
      </w:tr>
    </w:tbl>
    <w:p w:rsidR="00673019" w:rsidRDefault="007009F5" w:rsidP="007009F5">
      <w:pPr>
        <w:ind w:firstLineChars="2200" w:firstLine="462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※５段階で評価して、　　を塗りつぶしましょう。</w:t>
      </w:r>
    </w:p>
    <w:p w:rsidR="009B4D7A" w:rsidRPr="00EB3444" w:rsidRDefault="009B4D7A" w:rsidP="009B4D7A">
      <w:pPr>
        <w:rPr>
          <w:rFonts w:ascii="Meiryo UI" w:eastAsia="Meiryo UI" w:hAnsi="Meiryo UI" w:hint="eastAsia"/>
        </w:rPr>
      </w:pPr>
      <w:bookmarkStart w:id="2" w:name="_GoBack"/>
      <w:bookmarkEnd w:id="0"/>
      <w:bookmarkEnd w:id="2"/>
    </w:p>
    <w:p w:rsidR="00EB3854" w:rsidRPr="00EB3444" w:rsidRDefault="00EB3854" w:rsidP="00EB3854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</w:rPr>
      </w:pPr>
      <w:r w:rsidRPr="00EB3444">
        <w:rPr>
          <w:rFonts w:ascii="Meiryo UI" w:eastAsia="Meiryo UI" w:hAnsi="Meiryo UI" w:hint="eastAsia"/>
        </w:rPr>
        <w:t>授業の感想を書きましょう。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3854" w:rsidRPr="00EB3444" w:rsidTr="00EB3854">
        <w:tc>
          <w:tcPr>
            <w:tcW w:w="8494" w:type="dxa"/>
          </w:tcPr>
          <w:p w:rsidR="00EB3854" w:rsidRPr="00EB3444" w:rsidRDefault="00EB3854" w:rsidP="00EB3854">
            <w:pPr>
              <w:rPr>
                <w:rFonts w:ascii="Meiryo UI" w:eastAsia="Meiryo UI" w:hAnsi="Meiryo UI"/>
              </w:rPr>
            </w:pPr>
          </w:p>
          <w:p w:rsidR="00EB3854" w:rsidRPr="00EB3444" w:rsidRDefault="00EB3854" w:rsidP="00EB3854">
            <w:pPr>
              <w:rPr>
                <w:rFonts w:ascii="Meiryo UI" w:eastAsia="Meiryo UI" w:hAnsi="Meiryo UI"/>
              </w:rPr>
            </w:pPr>
          </w:p>
          <w:p w:rsidR="0060205A" w:rsidRPr="00EB3444" w:rsidRDefault="0060205A" w:rsidP="00EB3854">
            <w:pPr>
              <w:rPr>
                <w:rFonts w:ascii="Meiryo UI" w:eastAsia="Meiryo UI" w:hAnsi="Meiryo UI"/>
              </w:rPr>
            </w:pPr>
          </w:p>
          <w:p w:rsidR="00EB3854" w:rsidRPr="00EB3444" w:rsidRDefault="00EB3854" w:rsidP="00EB3854">
            <w:pPr>
              <w:rPr>
                <w:rFonts w:ascii="Meiryo UI" w:eastAsia="Meiryo UI" w:hAnsi="Meiryo UI"/>
              </w:rPr>
            </w:pPr>
          </w:p>
        </w:tc>
      </w:tr>
    </w:tbl>
    <w:bookmarkEnd w:id="1"/>
    <w:p w:rsidR="00EB3854" w:rsidRDefault="00A92D67" w:rsidP="00AC4C8C"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ge">
                  <wp:posOffset>9277350</wp:posOffset>
                </wp:positionV>
                <wp:extent cx="1543050" cy="657225"/>
                <wp:effectExtent l="342900" t="0" r="19050" b="28575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57225"/>
                        </a:xfrm>
                        <a:prstGeom prst="wedgeRoundRectCallout">
                          <a:avLst>
                            <a:gd name="adj1" fmla="val -71427"/>
                            <a:gd name="adj2" fmla="val -20972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01C" w:rsidRDefault="0088001C" w:rsidP="00A92D67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2C2C2C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2C2C2C" w:themeColor="text1"/>
                                <w:sz w:val="16"/>
                                <w:szCs w:val="16"/>
                              </w:rPr>
                              <w:t>おかねをステキに使える人を</w:t>
                            </w:r>
                          </w:p>
                          <w:p w:rsidR="0088001C" w:rsidRPr="00A92D67" w:rsidRDefault="0088001C" w:rsidP="00A92D67">
                            <w:pPr>
                              <w:jc w:val="center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2C2C2C" w:themeColor="text1"/>
                                <w:sz w:val="16"/>
                                <w:szCs w:val="16"/>
                              </w:rPr>
                              <w:t>目指すのだ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5" o:spid="_x0000_s1026" type="#_x0000_t62" style="position:absolute;left:0;text-align:left;margin-left:32.7pt;margin-top:730.5pt;width:121.5pt;height:5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" adj="-4628,6270" filled="f" strokecolor="#2c2c2c [3213]" strokeweight="1pt">
                <v:textbox>
                  <w:txbxContent>
                    <w:p w:rsidR="0088001C" w:rsidRDefault="0088001C" w:rsidP="00A92D67">
                      <w:pPr>
                        <w:jc w:val="center"/>
                        <w:rPr>
                          <w:rFonts w:ascii="Meiryo UI" w:eastAsia="Meiryo UI" w:hAnsi="Meiryo UI"/>
                          <w:color w:val="2C2C2C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2C2C2C" w:themeColor="text1"/>
                          <w:sz w:val="16"/>
                          <w:szCs w:val="16"/>
                        </w:rPr>
                        <w:t>おかねをステキに使える人を</w:t>
                      </w:r>
                    </w:p>
                    <w:p w:rsidR="0088001C" w:rsidRPr="00A92D67" w:rsidRDefault="0088001C" w:rsidP="00A92D67">
                      <w:pPr>
                        <w:jc w:val="center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2C2C2C" w:themeColor="text1"/>
                          <w:sz w:val="16"/>
                          <w:szCs w:val="16"/>
                        </w:rPr>
                        <w:t>目指すのだ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eiryo UI" w:eastAsia="Meiryo UI" w:hAnsi="Meiryo UI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-432435</wp:posOffset>
            </wp:positionH>
            <wp:positionV relativeFrom="page">
              <wp:posOffset>9264015</wp:posOffset>
            </wp:positionV>
            <wp:extent cx="647700" cy="922649"/>
            <wp:effectExtent l="0" t="0" r="0" b="0"/>
            <wp:wrapNone/>
            <wp:docPr id="14" name="図 14" descr="時計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ain_char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22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1104">
        <w:rPr>
          <w:rFonts w:ascii="Meiryo UI" w:eastAsia="Meiryo UI" w:hAnsi="Meiryo UI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2091690</wp:posOffset>
            </wp:positionH>
            <wp:positionV relativeFrom="page">
              <wp:posOffset>9408795</wp:posOffset>
            </wp:positionV>
            <wp:extent cx="3952875" cy="867410"/>
            <wp:effectExtent l="0" t="0" r="9525" b="8890"/>
            <wp:wrapSquare wrapText="bothSides"/>
            <wp:docPr id="12" name="図 1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own008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3854" w:rsidSect="00D04E16">
      <w:pgSz w:w="11906" w:h="16838"/>
      <w:pgMar w:top="1985" w:right="1701" w:bottom="1701" w:left="1701" w:header="851" w:footer="992" w:gutter="0"/>
      <w:pgBorders w:offsetFrom="page">
        <w:top w:val="checkered" w:sz="10" w:space="24" w:color="099BDD" w:themeColor="text2"/>
        <w:left w:val="checkered" w:sz="10" w:space="24" w:color="099BDD" w:themeColor="text2"/>
        <w:bottom w:val="checkered" w:sz="10" w:space="24" w:color="099BDD" w:themeColor="text2"/>
        <w:right w:val="checkered" w:sz="10" w:space="24" w:color="099BDD" w:themeColor="tex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01C" w:rsidRDefault="0088001C" w:rsidP="00EB3854">
      <w:r>
        <w:separator/>
      </w:r>
    </w:p>
  </w:endnote>
  <w:endnote w:type="continuationSeparator" w:id="0">
    <w:p w:rsidR="0088001C" w:rsidRDefault="0088001C" w:rsidP="00EB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01C" w:rsidRDefault="0088001C" w:rsidP="00EB3854">
      <w:r>
        <w:separator/>
      </w:r>
    </w:p>
  </w:footnote>
  <w:footnote w:type="continuationSeparator" w:id="0">
    <w:p w:rsidR="0088001C" w:rsidRDefault="0088001C" w:rsidP="00EB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12A50"/>
    <w:multiLevelType w:val="hybridMultilevel"/>
    <w:tmpl w:val="F5AC5D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8A7DC6"/>
    <w:multiLevelType w:val="hybridMultilevel"/>
    <w:tmpl w:val="988251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7A"/>
    <w:rsid w:val="000E3E77"/>
    <w:rsid w:val="001C7AAB"/>
    <w:rsid w:val="00205DF8"/>
    <w:rsid w:val="002364FC"/>
    <w:rsid w:val="0033356B"/>
    <w:rsid w:val="00346EC7"/>
    <w:rsid w:val="003E7069"/>
    <w:rsid w:val="0054212D"/>
    <w:rsid w:val="00547F1E"/>
    <w:rsid w:val="0057406E"/>
    <w:rsid w:val="0060205A"/>
    <w:rsid w:val="00673019"/>
    <w:rsid w:val="006822EA"/>
    <w:rsid w:val="006A7A98"/>
    <w:rsid w:val="007009F5"/>
    <w:rsid w:val="0088001C"/>
    <w:rsid w:val="008F2F7C"/>
    <w:rsid w:val="009B4D7A"/>
    <w:rsid w:val="009C1104"/>
    <w:rsid w:val="00A92D67"/>
    <w:rsid w:val="00AA028B"/>
    <w:rsid w:val="00AC4C8C"/>
    <w:rsid w:val="00AD03D3"/>
    <w:rsid w:val="00BE432A"/>
    <w:rsid w:val="00C054E7"/>
    <w:rsid w:val="00D04E16"/>
    <w:rsid w:val="00EB3444"/>
    <w:rsid w:val="00EB3854"/>
    <w:rsid w:val="00F6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3FCFD0"/>
  <w15:chartTrackingRefBased/>
  <w15:docId w15:val="{AA71F732-706A-4524-A865-DDDC6AFF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D7A"/>
    <w:pPr>
      <w:ind w:leftChars="400" w:left="840"/>
    </w:pPr>
  </w:style>
  <w:style w:type="table" w:styleId="a4">
    <w:name w:val="Table Grid"/>
    <w:basedOn w:val="a1"/>
    <w:uiPriority w:val="39"/>
    <w:rsid w:val="009B4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38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B385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C4C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4C8C"/>
  </w:style>
  <w:style w:type="paragraph" w:styleId="a9">
    <w:name w:val="footer"/>
    <w:basedOn w:val="a"/>
    <w:link w:val="aa"/>
    <w:uiPriority w:val="99"/>
    <w:unhideWhenUsed/>
    <w:rsid w:val="00AC4C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4C8C"/>
  </w:style>
  <w:style w:type="character" w:styleId="ab">
    <w:name w:val="Hyperlink"/>
    <w:basedOn w:val="a0"/>
    <w:uiPriority w:val="99"/>
    <w:unhideWhenUsed/>
    <w:rsid w:val="009C1104"/>
    <w:rPr>
      <w:color w:val="005DBA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9C1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縞模様">
  <a:themeElements>
    <a:clrScheme name="縞模様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縞模様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縞模様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1DB03-D022-4894-9D2E-32028E7F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391AEDB5.dotm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8</cp:revision>
  <cp:lastPrinted>2020-12-23T00:50:00Z</cp:lastPrinted>
  <dcterms:created xsi:type="dcterms:W3CDTF">2020-12-23T01:04:00Z</dcterms:created>
  <dcterms:modified xsi:type="dcterms:W3CDTF">2021-03-18T02:19:00Z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