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7E2DF9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bookmarkStart w:id="1" w:name="_GoBack"/>
      <w:bookmarkEnd w:id="1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33" w:rsidRPr="00D20A84">
        <w:rPr>
          <w:rFonts w:ascii="ＭＳ ゴシック" w:eastAsia="ＭＳ ゴシック" w:hAnsi="ＭＳ ゴシック" w:hint="eastAsia"/>
          <w:sz w:val="36"/>
        </w:rPr>
        <w:t>おこづかい</w:t>
      </w:r>
      <w:r w:rsidR="00A80A8D" w:rsidRPr="00D20A84">
        <w:rPr>
          <w:rFonts w:ascii="ＭＳ ゴシック" w:eastAsia="ＭＳ ゴシック" w:hAnsi="ＭＳ ゴシック" w:hint="eastAsia"/>
          <w:sz w:val="36"/>
        </w:rPr>
        <w:t>帳</w:t>
      </w:r>
      <w:r w:rsidR="00604EE4">
        <w:rPr>
          <w:rFonts w:ascii="ＭＳ ゴシック" w:eastAsia="ＭＳ ゴシック" w:hAnsi="ＭＳ ゴシック" w:hint="eastAsia"/>
          <w:sz w:val="36"/>
        </w:rPr>
        <w:t>をつけてみよう</w:t>
      </w:r>
      <w:r w:rsidR="007E2DF9">
        <w:rPr>
          <w:rFonts w:ascii="ＭＳ ゴシック" w:eastAsia="ＭＳ ゴシック" w:hAnsi="ＭＳ ゴシック" w:hint="eastAsia"/>
          <w:sz w:val="36"/>
        </w:rPr>
        <w:t>！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7C7F1D">
        <w:rPr>
          <w:rFonts w:ascii="ＭＳ ゴシック" w:eastAsia="ＭＳ ゴシック" w:hAnsi="ＭＳ ゴシック" w:hint="eastAsia"/>
        </w:rPr>
        <w:t>おこづかい帳を使って、おこづかいを管理することができる。</w:t>
      </w:r>
    </w:p>
    <w:p w:rsidR="00C82EE3" w:rsidRDefault="00C82E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・物や金銭の大切さ</w:t>
      </w:r>
      <w:r w:rsidR="000F5033">
        <w:rPr>
          <w:rFonts w:ascii="ＭＳ ゴシック" w:eastAsia="ＭＳ ゴシック" w:hAnsi="ＭＳ ゴシック" w:hint="eastAsia"/>
        </w:rPr>
        <w:t>にきづく</w:t>
      </w:r>
      <w:r w:rsidR="007C7F1D">
        <w:rPr>
          <w:rFonts w:ascii="ＭＳ ゴシック" w:eastAsia="ＭＳ ゴシック" w:hAnsi="ＭＳ ゴシック" w:hint="eastAsia"/>
        </w:rPr>
        <w:t>。</w:t>
      </w:r>
    </w:p>
    <w:p w:rsidR="00D92F58" w:rsidRPr="00D92F58" w:rsidRDefault="00D92F58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・はたらくことの大切さを学ぶ（お</w:t>
      </w:r>
      <w:r w:rsidR="00747E49">
        <w:rPr>
          <w:rFonts w:ascii="ＭＳ ゴシック" w:eastAsia="ＭＳ ゴシック" w:hAnsi="ＭＳ ゴシック" w:hint="eastAsia"/>
        </w:rPr>
        <w:t>かね</w:t>
      </w:r>
      <w:r>
        <w:rPr>
          <w:rFonts w:ascii="ＭＳ ゴシック" w:eastAsia="ＭＳ ゴシック" w:hAnsi="ＭＳ ゴシック" w:hint="eastAsia"/>
        </w:rPr>
        <w:t>＝対価）。</w:t>
      </w:r>
    </w:p>
    <w:p w:rsidR="00064A12" w:rsidRDefault="00064A12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2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BC0C03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92F58" w:rsidRDefault="00D92F5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5D62A1" w:rsidRDefault="005D62A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43570" w:rsidRDefault="0094357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92F58" w:rsidRDefault="00D92F5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92F58" w:rsidRDefault="00D92F5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92F58" w:rsidRDefault="00D92F5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47E49" w:rsidRDefault="00747E4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2C3D" w:rsidRDefault="008C2C3D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319E9" w:rsidRPr="007C7F1D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Pr="006C6367" w:rsidRDefault="008433B5" w:rsidP="007C7F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先月のおこづかいの使い方を振り返る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BC0C03" w:rsidRDefault="00CD5B38" w:rsidP="0080005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8433B5">
              <w:rPr>
                <w:rFonts w:ascii="ＭＳ ゴシック" w:eastAsia="ＭＳ ゴシック" w:hAnsi="ＭＳ ゴシック" w:hint="eastAsia"/>
              </w:rPr>
              <w:t>先月はおこづかいをいくら使って、今どれくら</w:t>
            </w:r>
            <w:r w:rsidR="00BC0C03">
              <w:rPr>
                <w:rFonts w:ascii="ＭＳ ゴシック" w:eastAsia="ＭＳ ゴシック" w:hAnsi="ＭＳ ゴシック" w:hint="eastAsia"/>
              </w:rPr>
              <w:t>い</w:t>
            </w:r>
            <w:r w:rsidR="008433B5">
              <w:rPr>
                <w:rFonts w:ascii="ＭＳ ゴシック" w:eastAsia="ＭＳ ゴシック" w:hAnsi="ＭＳ ゴシック" w:hint="eastAsia"/>
              </w:rPr>
              <w:t>残ってますか？</w:t>
            </w:r>
          </w:p>
          <w:p w:rsidR="001B61E2" w:rsidRPr="00467207" w:rsidRDefault="00467207" w:rsidP="00765D8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（問）上手にお</w:t>
            </w:r>
            <w:r w:rsidR="008C2C3D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を管理するには、どうしたらよいでしょう？</w:t>
            </w:r>
          </w:p>
          <w:p w:rsidR="00467207" w:rsidRDefault="00467207" w:rsidP="00765D8C">
            <w:pPr>
              <w:rPr>
                <w:rFonts w:ascii="ＭＳ ゴシック" w:eastAsia="ＭＳ ゴシック" w:hAnsi="ＭＳ ゴシック"/>
              </w:rPr>
            </w:pPr>
          </w:p>
          <w:p w:rsidR="00CE0BF8" w:rsidRPr="006C6367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51DF" w:rsidRDefault="004651DF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4651DF" w:rsidRPr="00765D8C" w:rsidRDefault="004651DF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上手にお</w:t>
                                  </w:r>
                                  <w:r w:rsidR="008C2C3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かね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を管理する方法を身に付けよう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:rsidR="004651DF" w:rsidRDefault="004651DF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4651DF" w:rsidRPr="00765D8C" w:rsidRDefault="004651DF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上手にお</w:t>
                            </w:r>
                            <w:r w:rsidR="008C2C3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かね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を管理する方法を身に付けよう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604EE4" w:rsidRDefault="00604EE4" w:rsidP="000F5033">
            <w:pPr>
              <w:rPr>
                <w:rFonts w:ascii="ＭＳ ゴシック" w:eastAsia="ＭＳ ゴシック" w:hAnsi="ＭＳ ゴシック"/>
              </w:rPr>
            </w:pPr>
          </w:p>
          <w:p w:rsidR="00D92F58" w:rsidRPr="00D92F58" w:rsidRDefault="00D92F58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Pr="006C6367" w:rsidRDefault="006C6367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動画を視聴しておこづかい帳</w:t>
            </w:r>
            <w:r>
              <w:rPr>
                <w:rFonts w:ascii="ＭＳ ゴシック" w:eastAsia="ＭＳ ゴシック" w:hAnsi="ＭＳ ゴシック" w:hint="eastAsia"/>
                <w:b/>
              </w:rPr>
              <w:t>についてワークシートにまとめる</w:t>
            </w:r>
            <w:r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C2C3D" w:rsidRDefault="008C2C3D" w:rsidP="008C2C3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（解答）あ：むだづかい　　い：必要　　う：欲しい　　え：夢</w:t>
            </w:r>
          </w:p>
          <w:p w:rsidR="00BC0C03" w:rsidRDefault="00CD5B38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6C6367">
              <w:rPr>
                <w:rFonts w:ascii="ＭＳ ゴシック" w:eastAsia="ＭＳ ゴシック" w:hAnsi="ＭＳ ゴシック" w:hint="eastAsia"/>
              </w:rPr>
              <w:t>おこづかい帳を使うと、無駄遣いなどに気づくことができます。</w:t>
            </w:r>
          </w:p>
          <w:p w:rsidR="00604EE4" w:rsidRPr="002D0541" w:rsidRDefault="00604EE4" w:rsidP="002D0541">
            <w:pPr>
              <w:rPr>
                <w:rFonts w:ascii="ＭＳ ゴシック" w:eastAsia="ＭＳ ゴシック" w:hAnsi="ＭＳ ゴシック"/>
              </w:rPr>
            </w:pPr>
          </w:p>
          <w:p w:rsidR="00CE0BF8" w:rsidRPr="006C6367" w:rsidRDefault="006C6367" w:rsidP="00765D8C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おこづかい帳の書き方を振り返り、使い方を身に付ける。</w:t>
            </w:r>
          </w:p>
          <w:p w:rsidR="00BC0C03" w:rsidRPr="00604EE4" w:rsidRDefault="006C6367" w:rsidP="006C6367">
            <w:pPr>
              <w:rPr>
                <w:rFonts w:ascii="ＭＳ ゴシック" w:eastAsia="ＭＳ ゴシック" w:hAnsi="ＭＳ ゴシック"/>
              </w:rPr>
            </w:pPr>
            <w:r w:rsidRPr="006C6367">
              <w:rPr>
                <w:rFonts w:ascii="ＭＳ ゴシック" w:eastAsia="ＭＳ ゴシック" w:hAnsi="ＭＳ ゴシック" w:hint="eastAsia"/>
              </w:rPr>
              <w:t>【おこづかい帳で夢をかなえよう！ゲーム】</w:t>
            </w:r>
          </w:p>
          <w:p w:rsidR="00DE59C6" w:rsidRDefault="00DE59C6" w:rsidP="00DE59C6">
            <w:pPr>
              <w:pStyle w:val="ac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「月のはじめに持っているお</w:t>
            </w:r>
            <w:r w:rsidR="00747E49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→3,000円」、</w:t>
            </w:r>
          </w:p>
          <w:p w:rsidR="006C6367" w:rsidRDefault="00DE59C6" w:rsidP="00DE59C6">
            <w:pPr>
              <w:pStyle w:val="ac"/>
              <w:ind w:leftChars="0" w:left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「今月の夢や目標→ディズニーランド4,900円」を記入</w:t>
            </w:r>
            <w:r w:rsidR="00943570">
              <w:rPr>
                <w:rFonts w:ascii="ＭＳ ゴシック" w:eastAsia="ＭＳ ゴシック" w:hAnsi="ＭＳ ゴシック" w:hint="eastAsia"/>
              </w:rPr>
              <w:t>。</w:t>
            </w:r>
          </w:p>
          <w:p w:rsidR="00604EE4" w:rsidRDefault="00604EE4" w:rsidP="00DE59C6">
            <w:pPr>
              <w:pStyle w:val="ac"/>
              <w:ind w:leftChars="0" w:left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※子どもの実態に合わせ、</w:t>
            </w:r>
            <w:r w:rsidR="00943570">
              <w:rPr>
                <w:rFonts w:ascii="ＭＳ ゴシック" w:eastAsia="ＭＳ ゴシック" w:hAnsi="ＭＳ ゴシック" w:hint="eastAsia"/>
              </w:rPr>
              <w:t>金額や目標は</w:t>
            </w:r>
            <w:r>
              <w:rPr>
                <w:rFonts w:ascii="ＭＳ ゴシック" w:eastAsia="ＭＳ ゴシック" w:hAnsi="ＭＳ ゴシック" w:hint="eastAsia"/>
              </w:rPr>
              <w:t>適宜変更してください。</w:t>
            </w:r>
          </w:p>
          <w:p w:rsidR="00DE59C6" w:rsidRDefault="00DE59C6" w:rsidP="00DE59C6">
            <w:pPr>
              <w:pStyle w:val="ac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できるだけ多くの友だちとじゃんけんし</w:t>
            </w:r>
            <w:r w:rsidR="007B1CB5">
              <w:rPr>
                <w:rFonts w:ascii="ＭＳ ゴシック" w:eastAsia="ＭＳ ゴシック" w:hAnsi="ＭＳ ゴシック" w:hint="eastAsia"/>
              </w:rPr>
              <w:t>て</w:t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 w:rsidR="007B1CB5">
              <w:rPr>
                <w:rFonts w:ascii="ＭＳ ゴシック" w:eastAsia="ＭＳ ゴシック" w:hAnsi="ＭＳ ゴシック"/>
              </w:rPr>
              <w:fldChar w:fldCharType="begin"/>
            </w:r>
            <w:r w:rsidR="007B1CB5">
              <w:rPr>
                <w:rFonts w:ascii="ＭＳ ゴシック" w:eastAsia="ＭＳ ゴシック" w:hAnsi="ＭＳ ゴシック"/>
              </w:rPr>
              <w:instrText xml:space="preserve"> </w:instrText>
            </w:r>
            <w:r w:rsidR="007B1CB5">
              <w:rPr>
                <w:rFonts w:ascii="ＭＳ ゴシック" w:eastAsia="ＭＳ ゴシック" w:hAnsi="ＭＳ ゴシック" w:hint="eastAsia"/>
              </w:rPr>
              <w:instrText>eq \o\ac(○,</w:instrText>
            </w:r>
            <w:r w:rsidR="007B1CB5" w:rsidRPr="007B1CB5">
              <w:rPr>
                <w:rFonts w:ascii="ＭＳ ゴシック" w:eastAsia="ＭＳ ゴシック" w:hAnsi="ＭＳ ゴシック" w:hint="eastAsia"/>
                <w:position w:val="2"/>
                <w:sz w:val="14"/>
              </w:rPr>
              <w:instrText>勝</w:instrText>
            </w:r>
            <w:r w:rsidR="007B1CB5">
              <w:rPr>
                <w:rFonts w:ascii="ＭＳ ゴシック" w:eastAsia="ＭＳ ゴシック" w:hAnsi="ＭＳ ゴシック" w:hint="eastAsia"/>
              </w:rPr>
              <w:instrText>)</w:instrText>
            </w:r>
            <w:r w:rsidR="007B1CB5">
              <w:rPr>
                <w:rFonts w:ascii="ＭＳ ゴシック" w:eastAsia="ＭＳ ゴシック" w:hAnsi="ＭＳ ゴシック"/>
              </w:rPr>
              <w:fldChar w:fldCharType="end"/>
            </w:r>
            <w:r w:rsidR="007B1CB5">
              <w:rPr>
                <w:rFonts w:ascii="ＭＳ ゴシック" w:eastAsia="ＭＳ ゴシック" w:hAnsi="ＭＳ ゴシック" w:hint="eastAsia"/>
              </w:rPr>
              <w:t>入ったお</w:t>
            </w:r>
            <w:r w:rsidR="00747E49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「お手伝い→300円」</w:t>
            </w:r>
            <w:r w:rsidR="00747E49">
              <w:rPr>
                <w:rFonts w:ascii="ＭＳ ゴシック" w:eastAsia="ＭＳ ゴシック" w:hAnsi="ＭＳ ゴシック" w:hint="eastAsia"/>
              </w:rPr>
              <w:t>、</w:t>
            </w:r>
            <w:r w:rsidR="007B1CB5">
              <w:rPr>
                <w:rFonts w:ascii="ＭＳ ゴシック" w:eastAsia="ＭＳ ゴシック" w:hAnsi="ＭＳ ゴシック"/>
              </w:rPr>
              <w:fldChar w:fldCharType="begin"/>
            </w:r>
            <w:r w:rsidR="007B1CB5">
              <w:rPr>
                <w:rFonts w:ascii="ＭＳ ゴシック" w:eastAsia="ＭＳ ゴシック" w:hAnsi="ＭＳ ゴシック"/>
              </w:rPr>
              <w:instrText xml:space="preserve"> </w:instrText>
            </w:r>
            <w:r w:rsidR="007B1CB5">
              <w:rPr>
                <w:rFonts w:ascii="ＭＳ ゴシック" w:eastAsia="ＭＳ ゴシック" w:hAnsi="ＭＳ ゴシック" w:hint="eastAsia"/>
              </w:rPr>
              <w:instrText>eq \o\ac(○,</w:instrText>
            </w:r>
            <w:r w:rsidR="007B1CB5" w:rsidRPr="007B1CB5">
              <w:rPr>
                <w:rFonts w:ascii="ＭＳ ゴシック" w:eastAsia="ＭＳ ゴシック" w:hAnsi="ＭＳ ゴシック" w:hint="eastAsia"/>
                <w:position w:val="2"/>
                <w:sz w:val="14"/>
              </w:rPr>
              <w:instrText>負</w:instrText>
            </w:r>
            <w:r w:rsidR="007B1CB5">
              <w:rPr>
                <w:rFonts w:ascii="ＭＳ ゴシック" w:eastAsia="ＭＳ ゴシック" w:hAnsi="ＭＳ ゴシック" w:hint="eastAsia"/>
              </w:rPr>
              <w:instrText>)</w:instrText>
            </w:r>
            <w:r w:rsidR="007B1CB5">
              <w:rPr>
                <w:rFonts w:ascii="ＭＳ ゴシック" w:eastAsia="ＭＳ ゴシック" w:hAnsi="ＭＳ ゴシック"/>
              </w:rPr>
              <w:fldChar w:fldCharType="end"/>
            </w:r>
            <w:r w:rsidR="007B1CB5">
              <w:rPr>
                <w:rFonts w:ascii="ＭＳ ゴシック" w:eastAsia="ＭＳ ゴシック" w:hAnsi="ＭＳ ゴシック" w:hint="eastAsia"/>
              </w:rPr>
              <w:t>出たお</w:t>
            </w:r>
            <w:r w:rsidR="00747E49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「</w:t>
            </w:r>
            <w:r w:rsidR="007B1CB5">
              <w:rPr>
                <w:rFonts w:ascii="ＭＳ ゴシック" w:eastAsia="ＭＳ ゴシック" w:hAnsi="ＭＳ ゴシック" w:hint="eastAsia"/>
              </w:rPr>
              <w:t>ジュース→150円</w:t>
            </w:r>
            <w:r>
              <w:rPr>
                <w:rFonts w:ascii="ＭＳ ゴシック" w:eastAsia="ＭＳ ゴシック" w:hAnsi="ＭＳ ゴシック" w:hint="eastAsia"/>
              </w:rPr>
              <w:t>」</w:t>
            </w:r>
            <w:r w:rsidR="007B1CB5">
              <w:rPr>
                <w:rFonts w:ascii="ＭＳ ゴシック" w:eastAsia="ＭＳ ゴシック" w:hAnsi="ＭＳ ゴシック" w:hint="eastAsia"/>
              </w:rPr>
              <w:t>、残ったお</w:t>
            </w:r>
            <w:r w:rsidR="00747E49">
              <w:rPr>
                <w:rFonts w:ascii="ＭＳ ゴシック" w:eastAsia="ＭＳ ゴシック" w:hAnsi="ＭＳ ゴシック" w:hint="eastAsia"/>
              </w:rPr>
              <w:t>かね</w:t>
            </w:r>
            <w:r w:rsidR="007B1CB5">
              <w:rPr>
                <w:rFonts w:ascii="ＭＳ ゴシック" w:eastAsia="ＭＳ ゴシック" w:hAnsi="ＭＳ ゴシック" w:hint="eastAsia"/>
              </w:rPr>
              <w:t>を記入</w:t>
            </w:r>
            <w:r w:rsidR="00943570">
              <w:rPr>
                <w:rFonts w:ascii="ＭＳ ゴシック" w:eastAsia="ＭＳ ゴシック" w:hAnsi="ＭＳ ゴシック" w:hint="eastAsia"/>
              </w:rPr>
              <w:t>。</w:t>
            </w:r>
          </w:p>
          <w:p w:rsidR="00943570" w:rsidRPr="00943570" w:rsidRDefault="00943570" w:rsidP="00943570">
            <w:pPr>
              <w:pStyle w:val="ac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隣同士で計算の間違いがないか確認する。</w:t>
            </w:r>
          </w:p>
          <w:p w:rsidR="006C6367" w:rsidRPr="00604EE4" w:rsidRDefault="00604EE4" w:rsidP="002D0541">
            <w:pPr>
              <w:pStyle w:val="ac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「今月末の貯金額」を計算し、目標に達したか確認する。</w:t>
            </w:r>
          </w:p>
          <w:p w:rsidR="001B61E2" w:rsidRDefault="001B61E2" w:rsidP="002D0541">
            <w:pPr>
              <w:rPr>
                <w:rFonts w:ascii="ＭＳ ゴシック" w:eastAsia="ＭＳ ゴシック" w:hAnsi="ＭＳ ゴシック"/>
              </w:rPr>
            </w:pPr>
          </w:p>
          <w:p w:rsidR="00604EE4" w:rsidRDefault="00D92F58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4651DF">
              <w:rPr>
                <w:rFonts w:ascii="ＭＳ ゴシック" w:eastAsia="ＭＳ ゴシック" w:hAnsi="ＭＳ ゴシック" w:hint="eastAsia"/>
              </w:rPr>
              <w:t>夢や目標をかなえるため</w:t>
            </w:r>
            <w:r w:rsidR="00430920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 w:rsidR="00095CFC">
              <w:rPr>
                <w:rFonts w:ascii="ＭＳ ゴシック" w:eastAsia="ＭＳ ゴシック" w:hAnsi="ＭＳ ゴシック" w:hint="eastAsia"/>
              </w:rPr>
              <w:t>実際に</w:t>
            </w:r>
            <w:r>
              <w:rPr>
                <w:rFonts w:ascii="ＭＳ ゴシック" w:eastAsia="ＭＳ ゴシック" w:hAnsi="ＭＳ ゴシック" w:hint="eastAsia"/>
              </w:rPr>
              <w:t>買い物をするときは</w:t>
            </w:r>
            <w:r w:rsidR="00430920">
              <w:rPr>
                <w:rFonts w:ascii="ＭＳ ゴシック" w:eastAsia="ＭＳ ゴシック" w:hAnsi="ＭＳ ゴシック" w:hint="eastAsia"/>
              </w:rPr>
              <w:t>「</w:t>
            </w:r>
            <w:r>
              <w:rPr>
                <w:rFonts w:ascii="ＭＳ ゴシック" w:eastAsia="ＭＳ ゴシック" w:hAnsi="ＭＳ ゴシック" w:hint="eastAsia"/>
              </w:rPr>
              <w:t>本当に必要なものか、本当に欲しいものか</w:t>
            </w:r>
            <w:r w:rsidR="00430920">
              <w:rPr>
                <w:rFonts w:ascii="ＭＳ ゴシック" w:eastAsia="ＭＳ ゴシック" w:hAnsi="ＭＳ ゴシック" w:hint="eastAsia"/>
              </w:rPr>
              <w:t>」をしっかり</w:t>
            </w:r>
            <w:r>
              <w:rPr>
                <w:rFonts w:ascii="ＭＳ ゴシック" w:eastAsia="ＭＳ ゴシック" w:hAnsi="ＭＳ ゴシック" w:hint="eastAsia"/>
              </w:rPr>
              <w:t>考えて、物やお</w:t>
            </w:r>
            <w:r w:rsidR="00747E49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を大事にす</w:t>
            </w:r>
            <w:r w:rsidR="00430920">
              <w:rPr>
                <w:rFonts w:ascii="ＭＳ ゴシック" w:eastAsia="ＭＳ ゴシック" w:hAnsi="ＭＳ ゴシック" w:hint="eastAsia"/>
              </w:rPr>
              <w:t>る習慣を身につけましょう。</w:t>
            </w:r>
          </w:p>
          <w:p w:rsidR="00D92F58" w:rsidRPr="00430920" w:rsidRDefault="00D92F58" w:rsidP="002D0541">
            <w:pPr>
              <w:rPr>
                <w:rFonts w:ascii="ＭＳ ゴシック" w:eastAsia="ＭＳ ゴシック" w:hAnsi="ＭＳ ゴシック"/>
              </w:rPr>
            </w:pPr>
          </w:p>
          <w:p w:rsidR="001B61E2" w:rsidRPr="008C2C3D" w:rsidRDefault="00604EE4" w:rsidP="001B61E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授業を振り返って</w:t>
            </w:r>
            <w:r w:rsidR="00FA030A">
              <w:rPr>
                <w:rFonts w:ascii="ＭＳ ゴシック" w:eastAsia="ＭＳ ゴシック" w:hAnsi="ＭＳ ゴシック" w:hint="eastAsia"/>
                <w:b/>
              </w:rPr>
              <w:t>ワークシートに</w:t>
            </w:r>
            <w:r>
              <w:rPr>
                <w:rFonts w:ascii="ＭＳ ゴシック" w:eastAsia="ＭＳ ゴシック" w:hAnsi="ＭＳ ゴシック" w:hint="eastAsia"/>
                <w:b/>
              </w:rPr>
              <w:t>感想を記入する。</w:t>
            </w:r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467207" w:rsidRDefault="00467207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</w:t>
            </w:r>
            <w:r w:rsidR="008C2C3D">
              <w:rPr>
                <w:rFonts w:ascii="ＭＳ ゴシック" w:eastAsia="ＭＳ ゴシック" w:hAnsi="ＭＳ ゴシック" w:hint="eastAsia"/>
              </w:rPr>
              <w:t>「おこづかい帳をつけてみよう！」</w:t>
            </w:r>
          </w:p>
          <w:p w:rsidR="00CE0BF8" w:rsidRDefault="00FA030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FA030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D92F58" w:rsidRDefault="00D92F58" w:rsidP="00CE0BF8">
            <w:pPr>
              <w:rPr>
                <w:rFonts w:ascii="ＭＳ ゴシック" w:eastAsia="ＭＳ ゴシック" w:hAnsi="ＭＳ ゴシック"/>
              </w:rPr>
            </w:pPr>
          </w:p>
          <w:p w:rsidR="00D92F58" w:rsidRDefault="00D92F58" w:rsidP="00CE0BF8">
            <w:pPr>
              <w:rPr>
                <w:rFonts w:ascii="ＭＳ ゴシック" w:eastAsia="ＭＳ ゴシック" w:hAnsi="ＭＳ ゴシック"/>
              </w:rPr>
            </w:pPr>
          </w:p>
          <w:p w:rsidR="00D92F58" w:rsidRDefault="00D92F58" w:rsidP="00CE0BF8">
            <w:pPr>
              <w:rPr>
                <w:rFonts w:ascii="ＭＳ ゴシック" w:eastAsia="ＭＳ ゴシック" w:hAnsi="ＭＳ ゴシック"/>
              </w:rPr>
            </w:pPr>
          </w:p>
          <w:p w:rsidR="00747E49" w:rsidRDefault="00747E49" w:rsidP="00CE0BF8">
            <w:pPr>
              <w:rPr>
                <w:rFonts w:ascii="ＭＳ ゴシック" w:eastAsia="ＭＳ ゴシック" w:hAnsi="ＭＳ ゴシック"/>
              </w:rPr>
            </w:pPr>
          </w:p>
          <w:p w:rsidR="008C2C3D" w:rsidRDefault="008C2C3D" w:rsidP="00CE0BF8">
            <w:pPr>
              <w:rPr>
                <w:rFonts w:ascii="ＭＳ ゴシック" w:eastAsia="ＭＳ ゴシック" w:hAnsi="ＭＳ ゴシック"/>
              </w:rPr>
            </w:pPr>
          </w:p>
          <w:p w:rsidR="00FA030A" w:rsidRPr="00CE0BF8" w:rsidRDefault="00FA030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</w:tc>
      </w:tr>
      <w:bookmarkEnd w:id="2"/>
    </w:tbl>
    <w:p w:rsidR="00D62A75" w:rsidRPr="00D62A75" w:rsidRDefault="00D62A75" w:rsidP="006910EF"/>
    <w:sectPr w:rsidR="00D62A75" w:rsidRPr="00D62A75" w:rsidSect="00E41278">
      <w:footerReference w:type="default" r:id="rId9"/>
      <w:pgSz w:w="11906" w:h="16838"/>
      <w:pgMar w:top="1134" w:right="1077" w:bottom="113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DF" w:rsidRDefault="004651DF" w:rsidP="00D62A75">
      <w:r>
        <w:separator/>
      </w:r>
    </w:p>
  </w:endnote>
  <w:endnote w:type="continuationSeparator" w:id="0">
    <w:p w:rsidR="004651DF" w:rsidRDefault="004651DF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1DF" w:rsidRPr="006517B1" w:rsidRDefault="004651DF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4651DF" w:rsidRDefault="004651DF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DF" w:rsidRDefault="004651DF" w:rsidP="00D62A75">
      <w:r>
        <w:separator/>
      </w:r>
    </w:p>
  </w:footnote>
  <w:footnote w:type="continuationSeparator" w:id="0">
    <w:p w:rsidR="004651DF" w:rsidRDefault="004651DF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81CDC"/>
    <w:multiLevelType w:val="hybridMultilevel"/>
    <w:tmpl w:val="2CCE37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30663"/>
    <w:rsid w:val="00064A12"/>
    <w:rsid w:val="00095CFC"/>
    <w:rsid w:val="000D69D3"/>
    <w:rsid w:val="000F5033"/>
    <w:rsid w:val="001519E3"/>
    <w:rsid w:val="0018163C"/>
    <w:rsid w:val="001A29F0"/>
    <w:rsid w:val="001B61E2"/>
    <w:rsid w:val="001F1C6C"/>
    <w:rsid w:val="00246E00"/>
    <w:rsid w:val="002800C5"/>
    <w:rsid w:val="002B5506"/>
    <w:rsid w:val="002D0541"/>
    <w:rsid w:val="002E0805"/>
    <w:rsid w:val="00304524"/>
    <w:rsid w:val="00373334"/>
    <w:rsid w:val="00430920"/>
    <w:rsid w:val="004651DF"/>
    <w:rsid w:val="00467207"/>
    <w:rsid w:val="005C22CB"/>
    <w:rsid w:val="005D62A1"/>
    <w:rsid w:val="00604EE4"/>
    <w:rsid w:val="006517B1"/>
    <w:rsid w:val="006910EF"/>
    <w:rsid w:val="006C6367"/>
    <w:rsid w:val="00747E49"/>
    <w:rsid w:val="00765D8C"/>
    <w:rsid w:val="007966A1"/>
    <w:rsid w:val="007B1CB5"/>
    <w:rsid w:val="007C7F1D"/>
    <w:rsid w:val="007E2DF9"/>
    <w:rsid w:val="0080005A"/>
    <w:rsid w:val="008433B5"/>
    <w:rsid w:val="008A148B"/>
    <w:rsid w:val="008C2C3D"/>
    <w:rsid w:val="008D2D4F"/>
    <w:rsid w:val="009332FF"/>
    <w:rsid w:val="00943570"/>
    <w:rsid w:val="00981FA6"/>
    <w:rsid w:val="00981FAA"/>
    <w:rsid w:val="00986F5D"/>
    <w:rsid w:val="00A806A7"/>
    <w:rsid w:val="00A80A8D"/>
    <w:rsid w:val="00B319E9"/>
    <w:rsid w:val="00B56995"/>
    <w:rsid w:val="00B6731F"/>
    <w:rsid w:val="00BB198A"/>
    <w:rsid w:val="00BC0C03"/>
    <w:rsid w:val="00BD4E94"/>
    <w:rsid w:val="00C07BFA"/>
    <w:rsid w:val="00C715A9"/>
    <w:rsid w:val="00C82EE3"/>
    <w:rsid w:val="00CD5B38"/>
    <w:rsid w:val="00CE0BF8"/>
    <w:rsid w:val="00CF76B7"/>
    <w:rsid w:val="00D20A84"/>
    <w:rsid w:val="00D22BAC"/>
    <w:rsid w:val="00D33B4B"/>
    <w:rsid w:val="00D62A75"/>
    <w:rsid w:val="00D92F58"/>
    <w:rsid w:val="00DD5048"/>
    <w:rsid w:val="00DE59C6"/>
    <w:rsid w:val="00DF360A"/>
    <w:rsid w:val="00E1685C"/>
    <w:rsid w:val="00E41278"/>
    <w:rsid w:val="00EB0D25"/>
    <w:rsid w:val="00EE48FA"/>
    <w:rsid w:val="00EF7917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73854-BA0E-4D38-BC6D-F7012A3F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54FAFEBC.dotm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32</cp:revision>
  <cp:lastPrinted>2020-12-08T04:14:00Z</cp:lastPrinted>
  <dcterms:created xsi:type="dcterms:W3CDTF">2020-06-22T07:53:00Z</dcterms:created>
  <dcterms:modified xsi:type="dcterms:W3CDTF">2021-03-19T03:58:00Z</dcterms:modified>
</cp:coreProperties>
</file>