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64B3">
        <w:rPr>
          <w:rFonts w:ascii="ＭＳ ゴシック" w:eastAsia="ＭＳ ゴシック" w:hAnsi="ＭＳ ゴシック" w:hint="eastAsia"/>
          <w:sz w:val="36"/>
        </w:rPr>
        <w:t>お</w:t>
      </w:r>
      <w:r w:rsidR="00751166">
        <w:rPr>
          <w:rFonts w:ascii="ＭＳ ゴシック" w:eastAsia="ＭＳ ゴシック" w:hAnsi="ＭＳ ゴシック" w:hint="eastAsia"/>
          <w:sz w:val="36"/>
        </w:rPr>
        <w:t>かね</w:t>
      </w:r>
      <w:r w:rsidR="001D64B3">
        <w:rPr>
          <w:rFonts w:ascii="ＭＳ ゴシック" w:eastAsia="ＭＳ ゴシック" w:hAnsi="ＭＳ ゴシック" w:hint="eastAsia"/>
          <w:sz w:val="36"/>
        </w:rPr>
        <w:t>って何</w:t>
      </w:r>
      <w:bookmarkStart w:id="1" w:name="_GoBack"/>
      <w:bookmarkEnd w:id="1"/>
      <w:r w:rsidR="001D64B3">
        <w:rPr>
          <w:rFonts w:ascii="ＭＳ ゴシック" w:eastAsia="ＭＳ ゴシック" w:hAnsi="ＭＳ ゴシック" w:hint="eastAsia"/>
          <w:sz w:val="36"/>
        </w:rPr>
        <w:t>？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:rsidR="00ED1DF8" w:rsidRDefault="00F0759D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ED1DF8">
        <w:rPr>
          <w:rFonts w:ascii="ＭＳ ゴシック" w:eastAsia="ＭＳ ゴシック" w:hAnsi="ＭＳ ゴシック" w:hint="eastAsia"/>
        </w:rPr>
        <w:t>身近な消費生活を振り返り、</w:t>
      </w:r>
      <w:r w:rsidR="0086011A">
        <w:rPr>
          <w:rFonts w:ascii="ＭＳ ゴシック" w:eastAsia="ＭＳ ゴシック" w:hAnsi="ＭＳ ゴシック" w:hint="eastAsia"/>
        </w:rPr>
        <w:t>貨幣の役割や経済活動</w:t>
      </w:r>
      <w:r w:rsidR="00ED1DF8">
        <w:rPr>
          <w:rFonts w:ascii="ＭＳ ゴシック" w:eastAsia="ＭＳ ゴシック" w:hAnsi="ＭＳ ゴシック" w:hint="eastAsia"/>
        </w:rPr>
        <w:t>について理解する。</w:t>
      </w:r>
    </w:p>
    <w:p w:rsidR="00064A12" w:rsidRPr="00A14A9D" w:rsidRDefault="00064A12" w:rsidP="00A80A8D">
      <w:pPr>
        <w:rPr>
          <w:rFonts w:ascii="ＭＳ ゴシック" w:eastAsia="ＭＳ ゴシック" w:hAnsi="ＭＳ ゴシック"/>
        </w:rPr>
      </w:pPr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2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B319E9" w:rsidRDefault="00B319E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8300C" w:rsidRDefault="0098300C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8300C" w:rsidRDefault="0098300C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8300C" w:rsidRDefault="0098300C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8314D4" w:rsidRDefault="008314D4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484CDB" w:rsidRDefault="00484C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484CDB" w:rsidRDefault="00484C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484CDB" w:rsidRDefault="00484C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0550B" w:rsidRDefault="0060550B" w:rsidP="001B61E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484CDB" w:rsidRPr="007C7F1D" w:rsidRDefault="00484CDB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6804" w:type="dxa"/>
          </w:tcPr>
          <w:p w:rsidR="00CE0BF8" w:rsidRPr="006C6367" w:rsidRDefault="008433B5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C6367">
              <w:rPr>
                <w:rFonts w:ascii="ＭＳ ゴシック" w:eastAsia="ＭＳ ゴシック" w:hAnsi="ＭＳ ゴシック" w:hint="eastAsia"/>
                <w:b/>
              </w:rPr>
              <w:t>本時のめあてを確認する</w:t>
            </w:r>
            <w:r w:rsidR="00CE0BF8" w:rsidRPr="006C6367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6F931E" wp14:editId="7E6BA390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20320</wp:posOffset>
                      </wp:positionV>
                      <wp:extent cx="4089400" cy="533400"/>
                      <wp:effectExtent l="0" t="0" r="25400" b="1905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B239A" w:rsidRDefault="007B239A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7B239A" w:rsidRPr="00765D8C" w:rsidRDefault="007B239A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おかねの役割について考えよう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F931E" id="正方形/長方形 9" o:spid="_x0000_s1026" style="position:absolute;left:0;text-align:left;margin-left:2.45pt;margin-top:1.6pt;width:322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" filled="f" strokecolor="black [3213]">
                      <v:textbox>
                        <w:txbxContent>
                          <w:p w:rsidR="007B239A" w:rsidRDefault="007B239A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7B239A" w:rsidRPr="00765D8C" w:rsidRDefault="007B239A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おかねの役割について考えよう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604EE4" w:rsidRDefault="00604EE4" w:rsidP="000F5033">
            <w:pPr>
              <w:rPr>
                <w:rFonts w:ascii="ＭＳ ゴシック" w:eastAsia="ＭＳ ゴシック" w:hAnsi="ＭＳ ゴシック"/>
              </w:rPr>
            </w:pPr>
          </w:p>
          <w:p w:rsidR="00DB3694" w:rsidRDefault="00DB3694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98300C">
              <w:rPr>
                <w:rFonts w:ascii="ＭＳ ゴシック" w:eastAsia="ＭＳ ゴシック" w:hAnsi="ＭＳ ゴシック" w:hint="eastAsia"/>
              </w:rPr>
              <w:t>私たちの暮らしにおいて、お</w:t>
            </w:r>
            <w:r w:rsidR="00751166">
              <w:rPr>
                <w:rFonts w:ascii="ＭＳ ゴシック" w:eastAsia="ＭＳ ゴシック" w:hAnsi="ＭＳ ゴシック" w:hint="eastAsia"/>
              </w:rPr>
              <w:t>かね</w:t>
            </w:r>
            <w:r w:rsidR="0098300C">
              <w:rPr>
                <w:rFonts w:ascii="ＭＳ ゴシック" w:eastAsia="ＭＳ ゴシック" w:hAnsi="ＭＳ ゴシック" w:hint="eastAsia"/>
              </w:rPr>
              <w:t>は必ず必要なものです。</w:t>
            </w:r>
          </w:p>
          <w:p w:rsidR="00E47B22" w:rsidRDefault="007414CA" w:rsidP="007414C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（問）みんなにとって、お</w:t>
            </w:r>
            <w:r w:rsidR="00751166">
              <w:rPr>
                <w:rFonts w:ascii="ＭＳ ゴシック" w:eastAsia="ＭＳ ゴシック" w:hAnsi="ＭＳ ゴシック" w:hint="eastAsia"/>
              </w:rPr>
              <w:t>かね</w:t>
            </w:r>
            <w:r>
              <w:rPr>
                <w:rFonts w:ascii="ＭＳ ゴシック" w:eastAsia="ＭＳ ゴシック" w:hAnsi="ＭＳ ゴシック" w:hint="eastAsia"/>
              </w:rPr>
              <w:t>とは何ですか？</w:t>
            </w:r>
          </w:p>
          <w:p w:rsidR="007414CA" w:rsidRDefault="007414CA" w:rsidP="007414CA">
            <w:pPr>
              <w:rPr>
                <w:rFonts w:ascii="ＭＳ ゴシック" w:eastAsia="ＭＳ ゴシック" w:hAnsi="ＭＳ ゴシック"/>
              </w:rPr>
            </w:pPr>
          </w:p>
          <w:p w:rsidR="007414CA" w:rsidRPr="007414CA" w:rsidRDefault="007414CA" w:rsidP="007414CA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7414CA">
              <w:rPr>
                <w:rFonts w:ascii="ＭＳ ゴシック" w:eastAsia="ＭＳ ゴシック" w:hAnsi="ＭＳ ゴシック" w:hint="eastAsia"/>
                <w:b/>
              </w:rPr>
              <w:t>動画を視聴してワークシートに</w:t>
            </w:r>
            <w:r w:rsidR="00484CDB">
              <w:rPr>
                <w:rFonts w:ascii="ＭＳ ゴシック" w:eastAsia="ＭＳ ゴシック" w:hAnsi="ＭＳ ゴシック" w:hint="eastAsia"/>
                <w:b/>
              </w:rPr>
              <w:t>お</w:t>
            </w:r>
            <w:r w:rsidR="00751166">
              <w:rPr>
                <w:rFonts w:ascii="ＭＳ ゴシック" w:eastAsia="ＭＳ ゴシック" w:hAnsi="ＭＳ ゴシック" w:hint="eastAsia"/>
                <w:b/>
              </w:rPr>
              <w:t>かね</w:t>
            </w:r>
            <w:r w:rsidR="00484CDB">
              <w:rPr>
                <w:rFonts w:ascii="ＭＳ ゴシック" w:eastAsia="ＭＳ ゴシック" w:hAnsi="ＭＳ ゴシック" w:hint="eastAsia"/>
                <w:b/>
              </w:rPr>
              <w:t>の</w:t>
            </w:r>
            <w:r w:rsidRPr="007414CA">
              <w:rPr>
                <w:rFonts w:ascii="ＭＳ ゴシック" w:eastAsia="ＭＳ ゴシック" w:hAnsi="ＭＳ ゴシック" w:hint="eastAsia"/>
                <w:b/>
              </w:rPr>
              <w:t>役割をまとめる。</w:t>
            </w:r>
          </w:p>
          <w:p w:rsidR="00E47B22" w:rsidRDefault="007414CA" w:rsidP="000F5033">
            <w:pPr>
              <w:rPr>
                <w:rFonts w:ascii="ＭＳ ゴシック" w:eastAsia="ＭＳ ゴシック" w:hAnsi="ＭＳ ゴシック"/>
              </w:rPr>
            </w:pPr>
            <w:r w:rsidRPr="008E45FE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03ADA53" wp14:editId="4CD69C96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13335</wp:posOffset>
                      </wp:positionV>
                      <wp:extent cx="4089400" cy="837777"/>
                      <wp:effectExtent l="0" t="0" r="25400" b="19685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83777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B239A" w:rsidRDefault="007B239A" w:rsidP="00A830A7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・価値を交換できる機能</w:t>
                                  </w:r>
                                </w:p>
                                <w:p w:rsidR="007B239A" w:rsidRDefault="007B239A" w:rsidP="00A830A7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・価値の尺度がわかる機能</w:t>
                                  </w:r>
                                </w:p>
                                <w:p w:rsidR="007B239A" w:rsidRPr="00765D8C" w:rsidRDefault="007B239A" w:rsidP="00A830A7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・価値を貯めていける機能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ADA53" id="正方形/長方形 14" o:spid="_x0000_s1027" style="position:absolute;left:0;text-align:left;margin-left:.9pt;margin-top:1.05pt;width:322pt;height:6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" filled="f" strokecolor="black [3213]">
                      <v:textbox>
                        <w:txbxContent>
                          <w:p w:rsidR="007B239A" w:rsidRDefault="007B239A" w:rsidP="00A830A7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・価値を交換できる機能</w:t>
                            </w:r>
                          </w:p>
                          <w:p w:rsidR="007B239A" w:rsidRDefault="007B239A" w:rsidP="00A830A7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・価値の尺度がわかる機能</w:t>
                            </w:r>
                          </w:p>
                          <w:p w:rsidR="007B239A" w:rsidRPr="00765D8C" w:rsidRDefault="007B239A" w:rsidP="00A830A7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・価値を貯めていける機能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47B22" w:rsidRDefault="00E47B22" w:rsidP="000F5033">
            <w:pPr>
              <w:rPr>
                <w:rFonts w:ascii="ＭＳ ゴシック" w:eastAsia="ＭＳ ゴシック" w:hAnsi="ＭＳ ゴシック"/>
              </w:rPr>
            </w:pPr>
          </w:p>
          <w:p w:rsidR="00E47B22" w:rsidRDefault="00E47B22" w:rsidP="000F5033">
            <w:pPr>
              <w:rPr>
                <w:rFonts w:ascii="ＭＳ ゴシック" w:eastAsia="ＭＳ ゴシック" w:hAnsi="ＭＳ ゴシック"/>
              </w:rPr>
            </w:pPr>
          </w:p>
          <w:p w:rsidR="007414CA" w:rsidRDefault="007414CA" w:rsidP="000F5033">
            <w:pPr>
              <w:rPr>
                <w:rFonts w:ascii="ＭＳ ゴシック" w:eastAsia="ＭＳ ゴシック" w:hAnsi="ＭＳ ゴシック"/>
              </w:rPr>
            </w:pPr>
          </w:p>
          <w:p w:rsidR="007414CA" w:rsidRDefault="008314D4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（説）お</w:t>
            </w:r>
            <w:r w:rsidR="00751166">
              <w:rPr>
                <w:rFonts w:ascii="ＭＳ ゴシック" w:eastAsia="ＭＳ ゴシック" w:hAnsi="ＭＳ ゴシック" w:hint="eastAsia"/>
              </w:rPr>
              <w:t>かね</w:t>
            </w:r>
            <w:r>
              <w:rPr>
                <w:rFonts w:ascii="ＭＳ ゴシック" w:eastAsia="ＭＳ ゴシック" w:hAnsi="ＭＳ ゴシック" w:hint="eastAsia"/>
              </w:rPr>
              <w:t>自体に価値はありませんが、</w:t>
            </w:r>
            <w:r w:rsidR="0098300C">
              <w:rPr>
                <w:rFonts w:ascii="ＭＳ ゴシック" w:eastAsia="ＭＳ ゴシック" w:hAnsi="ＭＳ ゴシック" w:hint="eastAsia"/>
              </w:rPr>
              <w:t>お</w:t>
            </w:r>
            <w:r w:rsidR="00751166">
              <w:rPr>
                <w:rFonts w:ascii="ＭＳ ゴシック" w:eastAsia="ＭＳ ゴシック" w:hAnsi="ＭＳ ゴシック" w:hint="eastAsia"/>
              </w:rPr>
              <w:t>かね</w:t>
            </w:r>
            <w:r w:rsidR="0098300C">
              <w:rPr>
                <w:rFonts w:ascii="ＭＳ ゴシック" w:eastAsia="ＭＳ ゴシック" w:hAnsi="ＭＳ ゴシック" w:hint="eastAsia"/>
              </w:rPr>
              <w:t>は生きるため、夢や目標をかなえるための</w:t>
            </w:r>
            <w:r>
              <w:rPr>
                <w:rFonts w:ascii="ＭＳ ゴシック" w:eastAsia="ＭＳ ゴシック" w:hAnsi="ＭＳ ゴシック" w:hint="eastAsia"/>
              </w:rPr>
              <w:t>便利な道具</w:t>
            </w:r>
            <w:r w:rsidR="0098300C">
              <w:rPr>
                <w:rFonts w:ascii="ＭＳ ゴシック" w:eastAsia="ＭＳ ゴシック" w:hAnsi="ＭＳ ゴシック" w:hint="eastAsia"/>
              </w:rPr>
              <w:t>でもあります</w:t>
            </w:r>
            <w:r>
              <w:rPr>
                <w:rFonts w:ascii="ＭＳ ゴシック" w:eastAsia="ＭＳ ゴシック" w:hAnsi="ＭＳ ゴシック" w:hint="eastAsia"/>
              </w:rPr>
              <w:t>。</w:t>
            </w:r>
          </w:p>
          <w:p w:rsidR="008314D4" w:rsidRPr="008314D4" w:rsidRDefault="008314D4" w:rsidP="000F5033">
            <w:pPr>
              <w:rPr>
                <w:rFonts w:ascii="ＭＳ ゴシック" w:eastAsia="ＭＳ ゴシック" w:hAnsi="ＭＳ ゴシック"/>
              </w:rPr>
            </w:pPr>
          </w:p>
          <w:p w:rsidR="00484CDB" w:rsidRPr="00484CDB" w:rsidRDefault="00A830A7" w:rsidP="002D0541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最近どのような場面でお</w:t>
            </w:r>
            <w:r w:rsidR="00751166">
              <w:rPr>
                <w:rFonts w:ascii="ＭＳ ゴシック" w:eastAsia="ＭＳ ゴシック" w:hAnsi="ＭＳ ゴシック" w:hint="eastAsia"/>
                <w:b/>
              </w:rPr>
              <w:t>かね</w:t>
            </w:r>
            <w:r>
              <w:rPr>
                <w:rFonts w:ascii="ＭＳ ゴシック" w:eastAsia="ＭＳ ゴシック" w:hAnsi="ＭＳ ゴシック" w:hint="eastAsia"/>
                <w:b/>
              </w:rPr>
              <w:t>を</w:t>
            </w:r>
            <w:r w:rsidR="00F03F6F">
              <w:rPr>
                <w:rFonts w:ascii="ＭＳ ゴシック" w:eastAsia="ＭＳ ゴシック" w:hAnsi="ＭＳ ゴシック" w:hint="eastAsia"/>
                <w:b/>
              </w:rPr>
              <w:t>払った</w:t>
            </w:r>
            <w:r>
              <w:rPr>
                <w:rFonts w:ascii="ＭＳ ゴシック" w:eastAsia="ＭＳ ゴシック" w:hAnsi="ＭＳ ゴシック" w:hint="eastAsia"/>
                <w:b/>
              </w:rPr>
              <w:t>かワークシートに書く</w:t>
            </w:r>
          </w:p>
          <w:p w:rsidR="00A830A7" w:rsidRPr="00F03F6F" w:rsidRDefault="00A830A7" w:rsidP="002D0541">
            <w:pPr>
              <w:rPr>
                <w:rFonts w:ascii="ＭＳ ゴシック" w:eastAsia="ＭＳ ゴシック" w:hAnsi="ＭＳ ゴシック"/>
              </w:rPr>
            </w:pPr>
          </w:p>
          <w:p w:rsidR="00A830A7" w:rsidRPr="00887224" w:rsidRDefault="0060550B" w:rsidP="00A830A7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3で書いたもの</w:t>
            </w:r>
            <w:r w:rsidR="00F03F6F" w:rsidRPr="00887224">
              <w:rPr>
                <w:rFonts w:ascii="ＭＳ ゴシック" w:eastAsia="ＭＳ ゴシック" w:hAnsi="ＭＳ ゴシック" w:hint="eastAsia"/>
                <w:b/>
              </w:rPr>
              <w:t>を</w:t>
            </w:r>
            <w:r>
              <w:rPr>
                <w:rFonts w:ascii="ＭＳ ゴシック" w:eastAsia="ＭＳ ゴシック" w:hAnsi="ＭＳ ゴシック" w:hint="eastAsia"/>
                <w:b/>
              </w:rPr>
              <w:t>、</w:t>
            </w:r>
            <w:r w:rsidR="00F03F6F" w:rsidRPr="00887224">
              <w:rPr>
                <w:rFonts w:ascii="ＭＳ ゴシック" w:eastAsia="ＭＳ ゴシック" w:hAnsi="ＭＳ ゴシック" w:hint="eastAsia"/>
                <w:b/>
              </w:rPr>
              <w:t>財とサービスに分類しワークシートに書く。</w:t>
            </w:r>
          </w:p>
          <w:p w:rsidR="0060550B" w:rsidRPr="0060550B" w:rsidRDefault="0060550B" w:rsidP="002D0541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（説）おかねを払ったもののうち、かたちのあるものを「財」、かたちのないものを「サービス」といいます。</w:t>
            </w:r>
          </w:p>
          <w:p w:rsidR="00887224" w:rsidRPr="00F03F6F" w:rsidRDefault="00887224" w:rsidP="002D0541">
            <w:pPr>
              <w:rPr>
                <w:rFonts w:ascii="ＭＳ ゴシック" w:eastAsia="ＭＳ ゴシック" w:hAnsi="ＭＳ ゴシック"/>
              </w:rPr>
            </w:pPr>
          </w:p>
          <w:p w:rsidR="00CE0BF8" w:rsidRPr="00604EE4" w:rsidRDefault="007414CA" w:rsidP="002D0541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経済の三主体の</w:t>
            </w:r>
            <w:r w:rsidR="0060550B">
              <w:rPr>
                <w:rFonts w:ascii="ＭＳ ゴシック" w:eastAsia="ＭＳ ゴシック" w:hAnsi="ＭＳ ゴシック" w:hint="eastAsia"/>
                <w:b/>
              </w:rPr>
              <w:t>おかねの流れ</w:t>
            </w:r>
            <w:r>
              <w:rPr>
                <w:rFonts w:ascii="ＭＳ ゴシック" w:eastAsia="ＭＳ ゴシック" w:hAnsi="ＭＳ ゴシック" w:hint="eastAsia"/>
                <w:b/>
              </w:rPr>
              <w:t>をワークシートにまとめる。</w:t>
            </w:r>
          </w:p>
          <w:p w:rsidR="001B61E2" w:rsidRDefault="0060550B" w:rsidP="001B61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（説）生産と消費を中心とする人間の活動を経済活動といい、家計・企業・政府の３者（経済の三主体）によって行われます。</w:t>
            </w:r>
            <w:r w:rsidR="00484CDB">
              <w:rPr>
                <w:rFonts w:ascii="ＭＳ ゴシック" w:eastAsia="ＭＳ ゴシック" w:hAnsi="ＭＳ ゴシック" w:hint="eastAsia"/>
              </w:rPr>
              <w:t>経済活動は、経済の三主体の間でお</w:t>
            </w:r>
            <w:r>
              <w:rPr>
                <w:rFonts w:ascii="ＭＳ ゴシック" w:eastAsia="ＭＳ ゴシック" w:hAnsi="ＭＳ ゴシック" w:hint="eastAsia"/>
              </w:rPr>
              <w:t>かね</w:t>
            </w:r>
            <w:r w:rsidR="00484CDB">
              <w:rPr>
                <w:rFonts w:ascii="ＭＳ ゴシック" w:eastAsia="ＭＳ ゴシック" w:hAnsi="ＭＳ ゴシック" w:hint="eastAsia"/>
              </w:rPr>
              <w:t>が循環することで成り立ちます。</w:t>
            </w:r>
          </w:p>
          <w:p w:rsidR="008314D4" w:rsidRDefault="008314D4" w:rsidP="001B61E2">
            <w:pPr>
              <w:rPr>
                <w:rFonts w:ascii="ＭＳ ゴシック" w:eastAsia="ＭＳ ゴシック" w:hAnsi="ＭＳ ゴシック"/>
              </w:rPr>
            </w:pPr>
          </w:p>
          <w:p w:rsidR="008314D4" w:rsidRPr="00484CDB" w:rsidRDefault="008314D4" w:rsidP="008314D4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484CDB">
              <w:rPr>
                <w:rFonts w:ascii="ＭＳ ゴシック" w:eastAsia="ＭＳ ゴシック" w:hAnsi="ＭＳ ゴシック" w:hint="eastAsia"/>
                <w:b/>
              </w:rPr>
              <w:t>授業を振り返ってワークシートに感想を記入する。</w:t>
            </w:r>
          </w:p>
        </w:tc>
        <w:tc>
          <w:tcPr>
            <w:tcW w:w="2268" w:type="dxa"/>
          </w:tcPr>
          <w:p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98300C" w:rsidRDefault="0098300C" w:rsidP="00CE0BF8">
            <w:pPr>
              <w:rPr>
                <w:rFonts w:ascii="ＭＳ ゴシック" w:eastAsia="ＭＳ ゴシック" w:hAnsi="ＭＳ ゴシック"/>
              </w:rPr>
            </w:pPr>
          </w:p>
          <w:p w:rsidR="00751166" w:rsidRDefault="00751166" w:rsidP="00CE0BF8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動画「おかねって何なのだ？」</w:t>
            </w: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 w:hint="eastAsia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98300C" w:rsidRDefault="0098300C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D917E7" w:rsidRDefault="00D917E7" w:rsidP="00CE0BF8">
            <w:pPr>
              <w:rPr>
                <w:rFonts w:ascii="ＭＳ ゴシック" w:eastAsia="ＭＳ ゴシック" w:hAnsi="ＭＳ ゴシック" w:hint="eastAsia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:rsidR="0060550B" w:rsidRDefault="0060550B" w:rsidP="00CE0BF8">
            <w:pPr>
              <w:rPr>
                <w:rFonts w:ascii="ＭＳ ゴシック" w:eastAsia="ＭＳ ゴシック" w:hAnsi="ＭＳ ゴシック" w:hint="eastAsia"/>
              </w:rPr>
            </w:pPr>
          </w:p>
          <w:p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D917E7" w:rsidRPr="00CE0BF8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</w:tc>
      </w:tr>
      <w:bookmarkEnd w:id="2"/>
    </w:tbl>
    <w:p w:rsidR="00D62A75" w:rsidRPr="00D62A75" w:rsidRDefault="00D62A75"/>
    <w:sectPr w:rsidR="00D62A75" w:rsidRPr="00D62A75" w:rsidSect="006517B1">
      <w:footerReference w:type="default" r:id="rId8"/>
      <w:pgSz w:w="11906" w:h="16838"/>
      <w:pgMar w:top="1440" w:right="1080" w:bottom="1440" w:left="1080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39A" w:rsidRDefault="007B239A" w:rsidP="00D62A75">
      <w:r>
        <w:separator/>
      </w:r>
    </w:p>
  </w:endnote>
  <w:endnote w:type="continuationSeparator" w:id="0">
    <w:p w:rsidR="007B239A" w:rsidRDefault="007B239A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39A" w:rsidRPr="006517B1" w:rsidRDefault="007B239A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>
      <w:rPr>
        <w:rFonts w:ascii="ＭＳ ゴシック" w:eastAsia="ＭＳ ゴシック" w:hAnsi="ＭＳ ゴシック" w:hint="eastAsia"/>
      </w:rPr>
      <w:t>（問）</w:t>
    </w:r>
    <w:r w:rsidRPr="006517B1">
      <w:rPr>
        <w:rFonts w:ascii="ＭＳ ゴシック" w:eastAsia="ＭＳ ゴシック" w:hAnsi="ＭＳ ゴシック" w:hint="eastAsia"/>
      </w:rPr>
      <w:t>は問いかけの例・</w:t>
    </w:r>
    <w:r>
      <w:rPr>
        <w:rFonts w:ascii="ＭＳ ゴシック" w:eastAsia="ＭＳ ゴシック" w:hAnsi="ＭＳ ゴシック" w:hint="eastAsia"/>
      </w:rPr>
      <w:t>（説）</w:t>
    </w:r>
    <w:r w:rsidRPr="006517B1">
      <w:rPr>
        <w:rFonts w:ascii="ＭＳ ゴシック" w:eastAsia="ＭＳ ゴシック" w:hAnsi="ＭＳ ゴシック" w:hint="eastAsia"/>
      </w:rPr>
      <w:t>は説明</w:t>
    </w:r>
  </w:p>
  <w:p w:rsidR="007B239A" w:rsidRDefault="007B239A" w:rsidP="00D20A84">
    <w:pPr>
      <w:pStyle w:val="aa"/>
      <w:jc w:val="right"/>
    </w:pPr>
    <w:bookmarkStart w:id="3" w:name="_Hlk57796339"/>
    <w:bookmarkStart w:id="4" w:name="_Hlk57796340"/>
    <w:r w:rsidRPr="00D20A84">
      <w:t>Copyright (C) 2020 The Bank of Yokohama, Ltd. All rights reserved.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39A" w:rsidRDefault="007B239A" w:rsidP="00D62A75">
      <w:r>
        <w:separator/>
      </w:r>
    </w:p>
  </w:footnote>
  <w:footnote w:type="continuationSeparator" w:id="0">
    <w:p w:rsidR="007B239A" w:rsidRDefault="007B239A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075E9"/>
    <w:multiLevelType w:val="hybridMultilevel"/>
    <w:tmpl w:val="86B08D2A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C5171D"/>
    <w:multiLevelType w:val="hybridMultilevel"/>
    <w:tmpl w:val="6F160894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7681CDC"/>
    <w:multiLevelType w:val="hybridMultilevel"/>
    <w:tmpl w:val="B12A27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30663"/>
    <w:rsid w:val="00064A12"/>
    <w:rsid w:val="000D69D3"/>
    <w:rsid w:val="000F5033"/>
    <w:rsid w:val="001519E3"/>
    <w:rsid w:val="0018163C"/>
    <w:rsid w:val="001A29F0"/>
    <w:rsid w:val="001B61E2"/>
    <w:rsid w:val="001D64B3"/>
    <w:rsid w:val="001F1C6C"/>
    <w:rsid w:val="00212EB9"/>
    <w:rsid w:val="00246E00"/>
    <w:rsid w:val="002800C5"/>
    <w:rsid w:val="002B5506"/>
    <w:rsid w:val="002D0541"/>
    <w:rsid w:val="002E0805"/>
    <w:rsid w:val="00304524"/>
    <w:rsid w:val="00371A65"/>
    <w:rsid w:val="00373334"/>
    <w:rsid w:val="00484CDB"/>
    <w:rsid w:val="004C1ED7"/>
    <w:rsid w:val="00592486"/>
    <w:rsid w:val="005C22CB"/>
    <w:rsid w:val="00604EE4"/>
    <w:rsid w:val="0060550B"/>
    <w:rsid w:val="006517B1"/>
    <w:rsid w:val="006C6367"/>
    <w:rsid w:val="007414CA"/>
    <w:rsid w:val="00751166"/>
    <w:rsid w:val="00765D8C"/>
    <w:rsid w:val="007966A1"/>
    <w:rsid w:val="007B1CB5"/>
    <w:rsid w:val="007B239A"/>
    <w:rsid w:val="007B5C65"/>
    <w:rsid w:val="007C7F1D"/>
    <w:rsid w:val="0080005A"/>
    <w:rsid w:val="008314D4"/>
    <w:rsid w:val="008433B5"/>
    <w:rsid w:val="0086011A"/>
    <w:rsid w:val="00887224"/>
    <w:rsid w:val="008A148B"/>
    <w:rsid w:val="008D2D4F"/>
    <w:rsid w:val="009332FF"/>
    <w:rsid w:val="00943570"/>
    <w:rsid w:val="00981FA6"/>
    <w:rsid w:val="00981FAA"/>
    <w:rsid w:val="0098300C"/>
    <w:rsid w:val="00986F5D"/>
    <w:rsid w:val="00A14A9D"/>
    <w:rsid w:val="00A806A7"/>
    <w:rsid w:val="00A80A8D"/>
    <w:rsid w:val="00A830A7"/>
    <w:rsid w:val="00B319E9"/>
    <w:rsid w:val="00B56995"/>
    <w:rsid w:val="00B6731F"/>
    <w:rsid w:val="00B979BE"/>
    <w:rsid w:val="00BB198A"/>
    <w:rsid w:val="00BC0C03"/>
    <w:rsid w:val="00BD4E94"/>
    <w:rsid w:val="00C07BFA"/>
    <w:rsid w:val="00C715A9"/>
    <w:rsid w:val="00C82EE3"/>
    <w:rsid w:val="00CD5B38"/>
    <w:rsid w:val="00CE0BF8"/>
    <w:rsid w:val="00CF76B7"/>
    <w:rsid w:val="00D20A84"/>
    <w:rsid w:val="00D22BAC"/>
    <w:rsid w:val="00D33B4B"/>
    <w:rsid w:val="00D62A75"/>
    <w:rsid w:val="00D6593D"/>
    <w:rsid w:val="00D917E7"/>
    <w:rsid w:val="00DB3694"/>
    <w:rsid w:val="00DD5048"/>
    <w:rsid w:val="00DE59C6"/>
    <w:rsid w:val="00DF360A"/>
    <w:rsid w:val="00E1685C"/>
    <w:rsid w:val="00E47B22"/>
    <w:rsid w:val="00EB0D25"/>
    <w:rsid w:val="00ED1DF8"/>
    <w:rsid w:val="00EE48FA"/>
    <w:rsid w:val="00EF7917"/>
    <w:rsid w:val="00F03F6F"/>
    <w:rsid w:val="00F0759D"/>
    <w:rsid w:val="00FA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122E46B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BBF095E9.dotm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内貴　基志</cp:lastModifiedBy>
  <cp:revision>33</cp:revision>
  <cp:lastPrinted>2020-12-08T03:04:00Z</cp:lastPrinted>
  <dcterms:created xsi:type="dcterms:W3CDTF">2020-06-22T07:53:00Z</dcterms:created>
  <dcterms:modified xsi:type="dcterms:W3CDTF">2020-12-08T04:11:00Z</dcterms:modified>
</cp:coreProperties>
</file>