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38A">
        <w:rPr>
          <w:rFonts w:ascii="ＭＳ ゴシック" w:eastAsia="ＭＳ ゴシック" w:hAnsi="ＭＳ ゴシック" w:hint="eastAsia"/>
          <w:sz w:val="36"/>
        </w:rPr>
        <w:t>はじめてのＳＤＧｓ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:rsidR="001519E3" w:rsidRDefault="001519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C82EE3">
        <w:rPr>
          <w:rFonts w:ascii="ＭＳ ゴシック" w:eastAsia="ＭＳ ゴシック" w:hAnsi="ＭＳ ゴシック" w:hint="eastAsia"/>
        </w:rPr>
        <w:t>・</w:t>
      </w:r>
      <w:r w:rsidR="0081105E">
        <w:rPr>
          <w:rFonts w:ascii="ＭＳ ゴシック" w:eastAsia="ＭＳ ゴシック" w:hAnsi="ＭＳ ゴシック" w:hint="eastAsia"/>
        </w:rPr>
        <w:t>貧困、</w:t>
      </w:r>
      <w:r w:rsidR="007D0EC1">
        <w:rPr>
          <w:rFonts w:ascii="ＭＳ ゴシック" w:eastAsia="ＭＳ ゴシック" w:hAnsi="ＭＳ ゴシック" w:hint="eastAsia"/>
        </w:rPr>
        <w:t>地球環境、資源・エネルギーなどの課題解決</w:t>
      </w:r>
      <w:r w:rsidR="007F35C0">
        <w:rPr>
          <w:rFonts w:ascii="ＭＳ ゴシック" w:eastAsia="ＭＳ ゴシック" w:hAnsi="ＭＳ ゴシック" w:hint="eastAsia"/>
        </w:rPr>
        <w:t>にむ</w:t>
      </w:r>
      <w:r w:rsidR="0081105E">
        <w:rPr>
          <w:rFonts w:ascii="ＭＳ ゴシック" w:eastAsia="ＭＳ ゴシック" w:hAnsi="ＭＳ ゴシック" w:hint="eastAsia"/>
        </w:rPr>
        <w:t>けた取り組みが進んでいることを理解する。</w:t>
      </w:r>
    </w:p>
    <w:p w:rsidR="00C82EE3" w:rsidRDefault="00C82E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・</w:t>
      </w:r>
      <w:r w:rsidR="0081105E">
        <w:rPr>
          <w:rFonts w:ascii="ＭＳ ゴシック" w:eastAsia="ＭＳ ゴシック" w:hAnsi="ＭＳ ゴシック" w:hint="eastAsia"/>
        </w:rPr>
        <w:t>ＳＤＧｓの</w:t>
      </w:r>
      <w:r w:rsidR="00330960">
        <w:rPr>
          <w:rFonts w:ascii="ＭＳ ゴシック" w:eastAsia="ＭＳ ゴシック" w:hAnsi="ＭＳ ゴシック" w:hint="eastAsia"/>
        </w:rPr>
        <w:t>基本理念</w:t>
      </w:r>
      <w:r w:rsidR="0081105E">
        <w:rPr>
          <w:rFonts w:ascii="ＭＳ ゴシック" w:eastAsia="ＭＳ ゴシック" w:hAnsi="ＭＳ ゴシック" w:hint="eastAsia"/>
        </w:rPr>
        <w:t>について理解を深めるとともに、</w:t>
      </w:r>
      <w:r w:rsidR="0000438A">
        <w:rPr>
          <w:rFonts w:ascii="ＭＳ ゴシック" w:eastAsia="ＭＳ ゴシック" w:hAnsi="ＭＳ ゴシック" w:hint="eastAsia"/>
        </w:rPr>
        <w:t>ＳＤＧｓ達成に向けてできることを</w:t>
      </w:r>
      <w:r w:rsidR="00A41DB7">
        <w:rPr>
          <w:rFonts w:ascii="ＭＳ ゴシック" w:eastAsia="ＭＳ ゴシック" w:hAnsi="ＭＳ ゴシック" w:hint="eastAsia"/>
        </w:rPr>
        <w:t>考える。</w:t>
      </w:r>
    </w:p>
    <w:p w:rsidR="00CE0BF8" w:rsidRDefault="00CE0BF8" w:rsidP="00A80A8D">
      <w:pPr>
        <w:rPr>
          <w:rFonts w:ascii="ＭＳ ゴシック" w:eastAsia="ＭＳ ゴシック" w:hAnsi="ＭＳ ゴシック"/>
        </w:rPr>
      </w:pPr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D04967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20</w:t>
            </w: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D33D0A" w:rsidRPr="007C7F1D" w:rsidRDefault="00D33D0A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6804" w:type="dxa"/>
          </w:tcPr>
          <w:p w:rsidR="00CE0BF8" w:rsidRDefault="008433B5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7D0EC1">
              <w:rPr>
                <w:rFonts w:ascii="ＭＳ ゴシック" w:eastAsia="ＭＳ ゴシック" w:hAnsi="ＭＳ ゴシック" w:hint="eastAsia"/>
                <w:b/>
              </w:rPr>
              <w:t>本時のめあてを確認する</w:t>
            </w:r>
            <w:r w:rsidR="00CE0BF8" w:rsidRPr="007D0EC1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BA0E30" w:rsidRPr="00BA0E30" w:rsidRDefault="00DC7658" w:rsidP="00BA0E30">
            <w:pPr>
              <w:rPr>
                <w:rFonts w:ascii="ＭＳ ゴシック" w:eastAsia="ＭＳ ゴシック" w:hAnsi="ＭＳ ゴシック"/>
              </w:rPr>
            </w:pPr>
            <w:r w:rsidRPr="007D0EC1">
              <w:rPr>
                <w:rFonts w:ascii="ＭＳ ゴシック" w:eastAsia="ＭＳ ゴシック" w:hAnsi="ＭＳ ゴシック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6F931E" wp14:editId="7E6BA390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227995</wp:posOffset>
                      </wp:positionV>
                      <wp:extent cx="4089400" cy="533400"/>
                      <wp:effectExtent l="0" t="0" r="25400" b="1905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54484" w:rsidRDefault="00554484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554484" w:rsidRPr="00765D8C" w:rsidRDefault="00554484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ＳＤＧｓ達成のために、私たちにできることは何だろう？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F931E" id="正方形/長方形 9" o:spid="_x0000_s1026" style="position:absolute;left:0;text-align:left;margin-left:2.45pt;margin-top:17.95pt;width:322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" filled="f" strokecolor="black [3213]">
                      <v:textbox>
                        <w:txbxContent>
                          <w:p w:rsidR="00554484" w:rsidRDefault="00554484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554484" w:rsidRPr="00765D8C" w:rsidRDefault="00554484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ＳＤＧｓ達成のために、私たちにできることは何だろう？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A0E30" w:rsidRPr="00BA0E30">
              <w:rPr>
                <w:rFonts w:ascii="ＭＳ ゴシック" w:eastAsia="ＭＳ ゴシック" w:hAnsi="ＭＳ ゴシック" w:hint="eastAsia"/>
              </w:rPr>
              <w:t>（説）</w:t>
            </w:r>
            <w:r w:rsidR="00BA0E30">
              <w:rPr>
                <w:rFonts w:ascii="ＭＳ ゴシック" w:eastAsia="ＭＳ ゴシック" w:hAnsi="ＭＳ ゴシック" w:hint="eastAsia"/>
              </w:rPr>
              <w:t>「ＳＤＧｓ」とは「持続可能な開発目標」という意味です。</w: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A65AFB" w:rsidRDefault="00A65AFB" w:rsidP="00A65AFB">
            <w:pPr>
              <w:rPr>
                <w:rFonts w:ascii="ＭＳ ゴシック" w:eastAsia="ＭＳ ゴシック" w:hAnsi="ＭＳ ゴシック"/>
              </w:rPr>
            </w:pPr>
          </w:p>
          <w:p w:rsidR="00EF7773" w:rsidRDefault="00DC7658" w:rsidP="00EF777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世界が抱える課題</w:t>
            </w:r>
            <w:r w:rsidR="001412C5">
              <w:rPr>
                <w:rFonts w:ascii="ＭＳ ゴシック" w:eastAsia="ＭＳ ゴシック" w:hAnsi="ＭＳ ゴシック" w:hint="eastAsia"/>
                <w:b/>
              </w:rPr>
              <w:t>と解決に向けた取り組みを</w:t>
            </w:r>
            <w:r w:rsidR="003F11EF">
              <w:rPr>
                <w:rFonts w:ascii="ＭＳ ゴシック" w:eastAsia="ＭＳ ゴシック" w:hAnsi="ＭＳ ゴシック" w:hint="eastAsia"/>
                <w:b/>
              </w:rPr>
              <w:t>確認</w:t>
            </w:r>
            <w:r>
              <w:rPr>
                <w:rFonts w:ascii="ＭＳ ゴシック" w:eastAsia="ＭＳ ゴシック" w:hAnsi="ＭＳ ゴシック" w:hint="eastAsia"/>
                <w:b/>
              </w:rPr>
              <w:t>する。</w:t>
            </w:r>
          </w:p>
          <w:p w:rsidR="001412C5" w:rsidRPr="001412C5" w:rsidRDefault="001412C5" w:rsidP="001412C5">
            <w:pPr>
              <w:rPr>
                <w:rFonts w:ascii="ＭＳ ゴシック" w:eastAsia="ＭＳ ゴシック" w:hAnsi="ＭＳ ゴシック"/>
              </w:rPr>
            </w:pPr>
            <w:r w:rsidRPr="001412C5">
              <w:rPr>
                <w:rFonts w:ascii="ＭＳ ゴシック" w:eastAsia="ＭＳ ゴシック" w:hAnsi="ＭＳ ゴシック" w:hint="eastAsia"/>
              </w:rPr>
              <w:t>【課題】</w:t>
            </w:r>
          </w:p>
          <w:tbl>
            <w:tblPr>
              <w:tblStyle w:val="a3"/>
              <w:tblW w:w="0" w:type="auto"/>
              <w:tblInd w:w="168" w:type="dxa"/>
              <w:tblLook w:val="04A0" w:firstRow="1" w:lastRow="0" w:firstColumn="1" w:lastColumn="0" w:noHBand="0" w:noVBand="1"/>
            </w:tblPr>
            <w:tblGrid>
              <w:gridCol w:w="6237"/>
            </w:tblGrid>
            <w:tr w:rsidR="00AC2BA1" w:rsidTr="00AC2BA1">
              <w:tc>
                <w:tcPr>
                  <w:tcW w:w="6237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AC2BA1" w:rsidRDefault="00AC2BA1" w:rsidP="00EF7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貧困（栄養失調、不衛生な環境、低い就学率）</w:t>
                  </w:r>
                </w:p>
              </w:tc>
            </w:tr>
            <w:tr w:rsidR="00AC2BA1" w:rsidTr="00AC2BA1">
              <w:tc>
                <w:tcPr>
                  <w:tcW w:w="6237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AC2BA1" w:rsidRDefault="00AC2BA1" w:rsidP="00EF7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気候変動の激甚化（異常気象、</w:t>
                  </w:r>
                  <w:r w:rsidR="006311A5">
                    <w:rPr>
                      <w:rFonts w:ascii="ＭＳ ゴシック" w:eastAsia="ＭＳ ゴシック" w:hAnsi="ＭＳ ゴシック" w:hint="eastAsia"/>
                    </w:rPr>
                    <w:t>生態系への影響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）</w:t>
                  </w:r>
                </w:p>
              </w:tc>
            </w:tr>
            <w:tr w:rsidR="00AC2BA1" w:rsidTr="00AC2BA1">
              <w:tc>
                <w:tcPr>
                  <w:tcW w:w="6237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AC2BA1" w:rsidRDefault="00AC2BA1" w:rsidP="00EF7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資源・エネルギー（</w:t>
                  </w:r>
                  <w:r w:rsidR="006311A5">
                    <w:rPr>
                      <w:rFonts w:ascii="ＭＳ ゴシック" w:eastAsia="ＭＳ ゴシック" w:hAnsi="ＭＳ ゴシック" w:hint="eastAsia"/>
                    </w:rPr>
                    <w:t>地球温暖化と温室効果ガス</w:t>
                  </w:r>
                  <w:r w:rsidR="006311A5">
                    <w:rPr>
                      <w:rFonts w:ascii="ＭＳ ゴシック" w:eastAsia="ＭＳ ゴシック" w:hAnsi="ＭＳ ゴシック" w:hint="eastAsia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化石燃料の利用）</w:t>
                  </w:r>
                </w:p>
              </w:tc>
            </w:tr>
          </w:tbl>
          <w:p w:rsidR="00AC2BA1" w:rsidRDefault="00AC2BA1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【解決に向けた取り組み】</w:t>
            </w:r>
          </w:p>
          <w:p w:rsidR="006C2176" w:rsidRDefault="00AC2BA1" w:rsidP="00AC2BA1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国連を中心とした国際社会の取り組みについてふれる。</w:t>
            </w:r>
          </w:p>
          <w:p w:rsidR="00AC2BA1" w:rsidRPr="00AC2BA1" w:rsidRDefault="00AC2BA1" w:rsidP="000F5033">
            <w:pPr>
              <w:rPr>
                <w:rFonts w:ascii="ＭＳ ゴシック" w:eastAsia="ＭＳ ゴシック" w:hAnsi="ＭＳ ゴシック"/>
              </w:rPr>
            </w:pPr>
          </w:p>
          <w:p w:rsidR="006C2176" w:rsidRPr="007D0EC1" w:rsidRDefault="00EF7773" w:rsidP="00EF777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7D0EC1">
              <w:rPr>
                <w:rFonts w:ascii="ＭＳ ゴシック" w:eastAsia="ＭＳ ゴシック" w:hAnsi="ＭＳ ゴシック" w:hint="eastAsia"/>
                <w:b/>
              </w:rPr>
              <w:t>ＳＤＧｓ</w:t>
            </w:r>
            <w:r w:rsidR="003F11EF">
              <w:rPr>
                <w:rFonts w:ascii="ＭＳ ゴシック" w:eastAsia="ＭＳ ゴシック" w:hAnsi="ＭＳ ゴシック" w:hint="eastAsia"/>
                <w:b/>
              </w:rPr>
              <w:t>の</w:t>
            </w:r>
            <w:r w:rsidR="005E6061">
              <w:rPr>
                <w:rFonts w:ascii="ＭＳ ゴシック" w:eastAsia="ＭＳ ゴシック" w:hAnsi="ＭＳ ゴシック" w:hint="eastAsia"/>
                <w:b/>
              </w:rPr>
              <w:t>３つのキーワード</w:t>
            </w:r>
            <w:r w:rsidR="003F11EF">
              <w:rPr>
                <w:rFonts w:ascii="ＭＳ ゴシック" w:eastAsia="ＭＳ ゴシック" w:hAnsi="ＭＳ ゴシック" w:hint="eastAsia"/>
                <w:b/>
              </w:rPr>
              <w:t>を確認する</w:t>
            </w:r>
            <w:r w:rsidR="00D04967" w:rsidRPr="007D0EC1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AC2BA1" w:rsidRDefault="00AC2BA1" w:rsidP="00D0496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3F11EF">
              <w:rPr>
                <w:rFonts w:ascii="ＭＳ ゴシック" w:eastAsia="ＭＳ ゴシック" w:hAnsi="ＭＳ ゴシック" w:hint="eastAsia"/>
              </w:rPr>
              <w:t>ＳＤＧｓは「誰も置き去りにしない」ことを</w:t>
            </w:r>
            <w:r w:rsidR="00CD5092">
              <w:rPr>
                <w:rFonts w:ascii="ＭＳ ゴシック" w:eastAsia="ＭＳ ゴシック" w:hAnsi="ＭＳ ゴシック" w:hint="eastAsia"/>
              </w:rPr>
              <w:t>基本</w:t>
            </w:r>
            <w:r w:rsidR="003F11EF">
              <w:rPr>
                <w:rFonts w:ascii="ＭＳ ゴシック" w:eastAsia="ＭＳ ゴシック" w:hAnsi="ＭＳ ゴシック" w:hint="eastAsia"/>
              </w:rPr>
              <w:t>理念とし、世界全体が抱える課題解決に向け、あらゆるステークホルダーの行動を促しています。</w:t>
            </w:r>
          </w:p>
          <w:p w:rsidR="003F11EF" w:rsidRDefault="003F11EF" w:rsidP="00D0496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【ＳＤＧｓの３つのキーワード】</w:t>
            </w:r>
          </w:p>
          <w:tbl>
            <w:tblPr>
              <w:tblStyle w:val="a3"/>
              <w:tblW w:w="0" w:type="auto"/>
              <w:tblInd w:w="168" w:type="dxa"/>
              <w:tblLook w:val="04A0" w:firstRow="1" w:lastRow="0" w:firstColumn="1" w:lastColumn="0" w:noHBand="0" w:noVBand="1"/>
            </w:tblPr>
            <w:tblGrid>
              <w:gridCol w:w="6410"/>
            </w:tblGrid>
            <w:tr w:rsidR="003F11EF" w:rsidTr="003F11EF">
              <w:tc>
                <w:tcPr>
                  <w:tcW w:w="6410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3F11EF" w:rsidRDefault="003F11EF" w:rsidP="00D04967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①誰も置き去りにしない（みんなが幸せになるために）</w:t>
                  </w:r>
                </w:p>
              </w:tc>
            </w:tr>
            <w:tr w:rsidR="003F11EF" w:rsidTr="003F11EF">
              <w:tc>
                <w:tcPr>
                  <w:tcW w:w="6410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3F11EF" w:rsidRDefault="003F11EF" w:rsidP="00D04967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②私たちの世界を変革する（大胆に、変わる・変える）</w:t>
                  </w:r>
                </w:p>
              </w:tc>
            </w:tr>
            <w:tr w:rsidR="003F11EF" w:rsidTr="003F11EF">
              <w:tc>
                <w:tcPr>
                  <w:tcW w:w="6410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3F11EF" w:rsidRDefault="003F11EF" w:rsidP="00D04967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③経済・社会・環境の調和（持続可能なやり方へ）</w:t>
                  </w:r>
                </w:p>
              </w:tc>
            </w:tr>
          </w:tbl>
          <w:p w:rsidR="00EF7773" w:rsidRDefault="00EF7773" w:rsidP="000F5033">
            <w:pPr>
              <w:rPr>
                <w:rFonts w:ascii="ＭＳ ゴシック" w:eastAsia="ＭＳ ゴシック" w:hAnsi="ＭＳ ゴシック"/>
              </w:rPr>
            </w:pPr>
          </w:p>
          <w:p w:rsidR="00EF7773" w:rsidRPr="007D0EC1" w:rsidRDefault="003F11EF" w:rsidP="00D04967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ＳＤＧｓ達成のために、私たちができることを考える。</w:t>
            </w:r>
          </w:p>
          <w:p w:rsidR="001B61E2" w:rsidRPr="00554484" w:rsidRDefault="00554484" w:rsidP="00554484">
            <w:pPr>
              <w:rPr>
                <w:rFonts w:ascii="ＭＳ ゴシック" w:eastAsia="ＭＳ ゴシック" w:hAnsi="ＭＳ ゴシック"/>
              </w:rPr>
            </w:pPr>
            <w:r w:rsidRPr="007D0EC1">
              <w:rPr>
                <w:rFonts w:ascii="ＭＳ ゴシック" w:eastAsia="ＭＳ ゴシック" w:hAnsi="ＭＳ ゴシック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1C27E1F" wp14:editId="6D6D3238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7649</wp:posOffset>
                      </wp:positionV>
                      <wp:extent cx="4089400" cy="967563"/>
                      <wp:effectExtent l="0" t="0" r="25400" b="2349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96756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54484" w:rsidRPr="00554484" w:rsidRDefault="00554484" w:rsidP="00554484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554484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無駄な電気やプラスチックを使わないことや、エシカル消費など、一人ひとりの行動の変容が地球を守ることにつながります。また</w:t>
                                  </w:r>
                                  <w:r w:rsidR="00D33D0A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、社会全体も、</w:t>
                                  </w:r>
                                  <w:r w:rsidRPr="00554484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ＳＤＧｓ達成に取り組む企業を応援す</w:t>
                                  </w:r>
                                  <w:r w:rsidR="00D33D0A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る仕組みに変わりつつあります。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C27E1F" id="正方形/長方形 1" o:spid="_x0000_s1027" style="position:absolute;left:0;text-align:left;margin-left:2.4pt;margin-top:.6pt;width:322pt;height:7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" filled="f" strokecolor="black [3213]">
                      <v:textbox>
                        <w:txbxContent>
                          <w:p w:rsidR="00554484" w:rsidRPr="00554484" w:rsidRDefault="00554484" w:rsidP="00554484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55448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無駄な電気やプラスチックを使わないことや、エシカル消費など、一人ひとりの行動の変容が地球を守ることにつながります。また</w:t>
                            </w:r>
                            <w:r w:rsidR="00D33D0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、社会全体も、</w:t>
                            </w:r>
                            <w:r w:rsidRPr="0055448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ＳＤＧｓ達成に取り組む企業を応援す</w:t>
                            </w:r>
                            <w:r w:rsidR="00D33D0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る仕組みに変わりつつあります。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268" w:type="dxa"/>
          </w:tcPr>
          <w:p w:rsidR="00CE0BF8" w:rsidRDefault="00A65AFB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5E6061"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AC2BA1" w:rsidRDefault="00AC2BA1" w:rsidP="00CE0BF8">
            <w:pPr>
              <w:rPr>
                <w:rFonts w:ascii="ＭＳ ゴシック" w:eastAsia="ＭＳ ゴシック" w:hAnsi="ＭＳ ゴシック"/>
              </w:rPr>
            </w:pPr>
          </w:p>
          <w:p w:rsidR="003315ED" w:rsidRPr="00AC2BA1" w:rsidRDefault="003315ED" w:rsidP="00CE0BF8">
            <w:pPr>
              <w:rPr>
                <w:rFonts w:ascii="ＭＳ ゴシック" w:eastAsia="ＭＳ ゴシック" w:hAnsi="ＭＳ ゴシック"/>
              </w:rPr>
            </w:pPr>
          </w:p>
          <w:p w:rsidR="00BC0C03" w:rsidRDefault="00C64F6D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216048">
              <w:rPr>
                <w:rFonts w:ascii="ＭＳ ゴシック" w:eastAsia="ＭＳ ゴシック" w:hAnsi="ＭＳ ゴシック" w:hint="eastAsia"/>
              </w:rPr>
              <w:t>5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80005A" w:rsidRDefault="0080005A" w:rsidP="00CE0BF8">
            <w:pPr>
              <w:rPr>
                <w:rFonts w:ascii="ＭＳ ゴシック" w:eastAsia="ＭＳ ゴシック" w:hAnsi="ＭＳ ゴシック"/>
              </w:rPr>
            </w:pPr>
          </w:p>
          <w:p w:rsidR="008433B5" w:rsidRDefault="008433B5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</w:p>
          <w:p w:rsidR="003F11EF" w:rsidRDefault="003F11EF" w:rsidP="00CE0BF8">
            <w:pPr>
              <w:rPr>
                <w:rFonts w:ascii="ＭＳ ゴシック" w:eastAsia="ＭＳ ゴシック" w:hAnsi="ＭＳ ゴシック"/>
              </w:rPr>
            </w:pPr>
          </w:p>
          <w:p w:rsidR="003F11EF" w:rsidRDefault="003F11EF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5E6061">
              <w:rPr>
                <w:rFonts w:ascii="ＭＳ ゴシック" w:eastAsia="ＭＳ ゴシック" w:hAnsi="ＭＳ ゴシック" w:hint="eastAsia"/>
              </w:rPr>
              <w:t>13</w:t>
            </w:r>
            <w:r w:rsidR="00216048">
              <w:rPr>
                <w:rFonts w:ascii="ＭＳ ゴシック" w:eastAsia="ＭＳ ゴシック" w:hAnsi="ＭＳ ゴシック" w:hint="eastAsia"/>
              </w:rPr>
              <w:t>～</w:t>
            </w: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</w:p>
          <w:p w:rsidR="00216048" w:rsidRDefault="00216048" w:rsidP="00CE0BF8">
            <w:pPr>
              <w:rPr>
                <w:rFonts w:ascii="ＭＳ ゴシック" w:eastAsia="ＭＳ ゴシック" w:hAnsi="ＭＳ ゴシック"/>
              </w:rPr>
            </w:pPr>
          </w:p>
          <w:p w:rsidR="003F11EF" w:rsidRDefault="003F11EF" w:rsidP="00CE0BF8">
            <w:pPr>
              <w:rPr>
                <w:rFonts w:ascii="ＭＳ ゴシック" w:eastAsia="ＭＳ ゴシック" w:hAnsi="ＭＳ ゴシック"/>
              </w:rPr>
            </w:pPr>
          </w:p>
          <w:p w:rsidR="003F11EF" w:rsidRDefault="003F11EF" w:rsidP="00CE0BF8">
            <w:pPr>
              <w:rPr>
                <w:rFonts w:ascii="ＭＳ ゴシック" w:eastAsia="ＭＳ ゴシック" w:hAnsi="ＭＳ ゴシック"/>
              </w:rPr>
            </w:pPr>
          </w:p>
          <w:p w:rsidR="003F11EF" w:rsidRDefault="003F11EF" w:rsidP="00CE0BF8">
            <w:pPr>
              <w:rPr>
                <w:rFonts w:ascii="ＭＳ ゴシック" w:eastAsia="ＭＳ ゴシック" w:hAnsi="ＭＳ ゴシック"/>
              </w:rPr>
            </w:pPr>
          </w:p>
          <w:p w:rsidR="003F11EF" w:rsidRPr="003F11EF" w:rsidRDefault="003F11EF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216048">
              <w:rPr>
                <w:rFonts w:ascii="ＭＳ ゴシック" w:eastAsia="ＭＳ ゴシック" w:hAnsi="ＭＳ ゴシック" w:hint="eastAsia"/>
              </w:rPr>
              <w:t>20</w:t>
            </w:r>
            <w:r w:rsidR="003F11EF">
              <w:rPr>
                <w:rFonts w:ascii="ＭＳ ゴシック" w:eastAsia="ＭＳ ゴシック" w:hAnsi="ＭＳ ゴシック" w:hint="eastAsia"/>
              </w:rPr>
              <w:t>～</w:t>
            </w:r>
          </w:p>
          <w:p w:rsidR="00216048" w:rsidRDefault="00216048" w:rsidP="00CE0BF8">
            <w:pPr>
              <w:rPr>
                <w:rFonts w:ascii="ＭＳ ゴシック" w:eastAsia="ＭＳ ゴシック" w:hAnsi="ＭＳ ゴシック"/>
              </w:rPr>
            </w:pPr>
          </w:p>
          <w:p w:rsidR="00216048" w:rsidRPr="00CE0BF8" w:rsidRDefault="00216048" w:rsidP="00CE0BF8">
            <w:pPr>
              <w:rPr>
                <w:rFonts w:ascii="ＭＳ ゴシック" w:eastAsia="ＭＳ ゴシック" w:hAnsi="ＭＳ ゴシック"/>
              </w:rPr>
            </w:pPr>
          </w:p>
        </w:tc>
        <w:bookmarkStart w:id="2" w:name="_GoBack"/>
        <w:bookmarkEnd w:id="2"/>
      </w:tr>
      <w:bookmarkEnd w:id="1"/>
    </w:tbl>
    <w:p w:rsidR="00D62A75" w:rsidRPr="00D62A75" w:rsidRDefault="00D62A75"/>
    <w:sectPr w:rsidR="00D62A75" w:rsidRPr="00D62A75" w:rsidSect="00E1654A">
      <w:footerReference w:type="default" r:id="rId8"/>
      <w:pgSz w:w="11906" w:h="16838"/>
      <w:pgMar w:top="1134" w:right="1077" w:bottom="1134" w:left="1077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484" w:rsidRDefault="00554484" w:rsidP="00D62A75">
      <w:r>
        <w:separator/>
      </w:r>
    </w:p>
  </w:endnote>
  <w:endnote w:type="continuationSeparator" w:id="0">
    <w:p w:rsidR="00554484" w:rsidRDefault="00554484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484" w:rsidRPr="006517B1" w:rsidRDefault="00554484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 w:rsidRPr="006517B1">
      <w:rPr>
        <w:rFonts w:ascii="ＭＳ ゴシック" w:eastAsia="ＭＳ ゴシック" w:hAnsi="ＭＳ ゴシック"/>
      </w:rPr>
      <w:fldChar w:fldCharType="begin"/>
    </w:r>
    <w:r w:rsidRPr="006517B1">
      <w:rPr>
        <w:rFonts w:ascii="ＭＳ ゴシック" w:eastAsia="ＭＳ ゴシック" w:hAnsi="ＭＳ ゴシック"/>
      </w:rPr>
      <w:instrText xml:space="preserve"> </w:instrText>
    </w:r>
    <w:r w:rsidRPr="006517B1">
      <w:rPr>
        <w:rFonts w:ascii="ＭＳ ゴシック" w:eastAsia="ＭＳ ゴシック" w:hAnsi="ＭＳ ゴシック" w:hint="eastAsia"/>
      </w:rPr>
      <w:instrText>eq \o\ac(□,</w:instrText>
    </w:r>
    <w:r w:rsidRPr="006517B1">
      <w:rPr>
        <w:rFonts w:ascii="ＭＳ ゴシック" w:eastAsia="ＭＳ ゴシック" w:hAnsi="ＭＳ ゴシック" w:hint="eastAsia"/>
        <w:position w:val="1"/>
        <w:sz w:val="14"/>
      </w:rPr>
      <w:instrText>問</w:instrText>
    </w:r>
    <w:r w:rsidRPr="006517B1">
      <w:rPr>
        <w:rFonts w:ascii="ＭＳ ゴシック" w:eastAsia="ＭＳ ゴシック" w:hAnsi="ＭＳ ゴシック" w:hint="eastAsia"/>
      </w:rPr>
      <w:instrText>)</w:instrText>
    </w:r>
    <w:r w:rsidRPr="006517B1">
      <w:rPr>
        <w:rFonts w:ascii="ＭＳ ゴシック" w:eastAsia="ＭＳ ゴシック" w:hAnsi="ＭＳ ゴシック"/>
      </w:rPr>
      <w:fldChar w:fldCharType="end"/>
    </w:r>
    <w:r w:rsidRPr="006517B1">
      <w:rPr>
        <w:rFonts w:ascii="ＭＳ ゴシック" w:eastAsia="ＭＳ ゴシック" w:hAnsi="ＭＳ ゴシック" w:hint="eastAsia"/>
      </w:rPr>
      <w:t>は問いかけの例・</w:t>
    </w:r>
    <w:r w:rsidRPr="006517B1">
      <w:rPr>
        <w:rFonts w:ascii="ＭＳ ゴシック" w:eastAsia="ＭＳ ゴシック" w:hAnsi="ＭＳ ゴシック"/>
      </w:rPr>
      <w:fldChar w:fldCharType="begin"/>
    </w:r>
    <w:r w:rsidRPr="006517B1">
      <w:rPr>
        <w:rFonts w:ascii="ＭＳ ゴシック" w:eastAsia="ＭＳ ゴシック" w:hAnsi="ＭＳ ゴシック"/>
      </w:rPr>
      <w:instrText xml:space="preserve"> </w:instrText>
    </w:r>
    <w:r w:rsidRPr="006517B1">
      <w:rPr>
        <w:rFonts w:ascii="ＭＳ ゴシック" w:eastAsia="ＭＳ ゴシック" w:hAnsi="ＭＳ ゴシック" w:hint="eastAsia"/>
      </w:rPr>
      <w:instrText>eq \o\ac(□,</w:instrText>
    </w:r>
    <w:r w:rsidRPr="006517B1">
      <w:rPr>
        <w:rFonts w:ascii="ＭＳ ゴシック" w:eastAsia="ＭＳ ゴシック" w:hAnsi="ＭＳ ゴシック" w:hint="eastAsia"/>
        <w:position w:val="1"/>
        <w:sz w:val="14"/>
      </w:rPr>
      <w:instrText>説</w:instrText>
    </w:r>
    <w:r w:rsidRPr="006517B1">
      <w:rPr>
        <w:rFonts w:ascii="ＭＳ ゴシック" w:eastAsia="ＭＳ ゴシック" w:hAnsi="ＭＳ ゴシック" w:hint="eastAsia"/>
      </w:rPr>
      <w:instrText>)</w:instrText>
    </w:r>
    <w:r w:rsidRPr="006517B1">
      <w:rPr>
        <w:rFonts w:ascii="ＭＳ ゴシック" w:eastAsia="ＭＳ ゴシック" w:hAnsi="ＭＳ ゴシック"/>
      </w:rPr>
      <w:fldChar w:fldCharType="end"/>
    </w:r>
    <w:r w:rsidRPr="006517B1">
      <w:rPr>
        <w:rFonts w:ascii="ＭＳ ゴシック" w:eastAsia="ＭＳ ゴシック" w:hAnsi="ＭＳ ゴシック" w:hint="eastAsia"/>
      </w:rPr>
      <w:t>は説明</w:t>
    </w:r>
  </w:p>
  <w:p w:rsidR="00554484" w:rsidRDefault="00554484" w:rsidP="00D20A84">
    <w:pPr>
      <w:pStyle w:val="aa"/>
      <w:jc w:val="right"/>
    </w:pPr>
    <w:r w:rsidRPr="00D20A84">
      <w:t>Copyright (C) 2020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484" w:rsidRDefault="00554484" w:rsidP="00D62A75">
      <w:r>
        <w:separator/>
      </w:r>
    </w:p>
  </w:footnote>
  <w:footnote w:type="continuationSeparator" w:id="0">
    <w:p w:rsidR="00554484" w:rsidRDefault="00554484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681CDC"/>
    <w:multiLevelType w:val="hybridMultilevel"/>
    <w:tmpl w:val="6456CB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0438A"/>
    <w:rsid w:val="000D69D3"/>
    <w:rsid w:val="000F5033"/>
    <w:rsid w:val="001412C5"/>
    <w:rsid w:val="001519E3"/>
    <w:rsid w:val="001716E6"/>
    <w:rsid w:val="001A29F0"/>
    <w:rsid w:val="001B61E2"/>
    <w:rsid w:val="001F1C6C"/>
    <w:rsid w:val="00216048"/>
    <w:rsid w:val="00246E00"/>
    <w:rsid w:val="002800C5"/>
    <w:rsid w:val="002B5506"/>
    <w:rsid w:val="002C2C1F"/>
    <w:rsid w:val="002D0541"/>
    <w:rsid w:val="002E0805"/>
    <w:rsid w:val="00304524"/>
    <w:rsid w:val="00330960"/>
    <w:rsid w:val="003315ED"/>
    <w:rsid w:val="00373334"/>
    <w:rsid w:val="003A2CF4"/>
    <w:rsid w:val="003F11EF"/>
    <w:rsid w:val="004A557F"/>
    <w:rsid w:val="004B266C"/>
    <w:rsid w:val="00554484"/>
    <w:rsid w:val="005C22CB"/>
    <w:rsid w:val="005E6061"/>
    <w:rsid w:val="006311A5"/>
    <w:rsid w:val="006313B5"/>
    <w:rsid w:val="006517B1"/>
    <w:rsid w:val="00684667"/>
    <w:rsid w:val="006C2176"/>
    <w:rsid w:val="00765D8C"/>
    <w:rsid w:val="007966A1"/>
    <w:rsid w:val="007C3036"/>
    <w:rsid w:val="007C7F1D"/>
    <w:rsid w:val="007D0EC1"/>
    <w:rsid w:val="007F35C0"/>
    <w:rsid w:val="0080005A"/>
    <w:rsid w:val="0081105E"/>
    <w:rsid w:val="008433B5"/>
    <w:rsid w:val="008A148B"/>
    <w:rsid w:val="008D2D4F"/>
    <w:rsid w:val="009332FF"/>
    <w:rsid w:val="00981FA6"/>
    <w:rsid w:val="00981FAA"/>
    <w:rsid w:val="00986F5D"/>
    <w:rsid w:val="00A41DB7"/>
    <w:rsid w:val="00A65AFB"/>
    <w:rsid w:val="00A806A7"/>
    <w:rsid w:val="00A80A8D"/>
    <w:rsid w:val="00AC2BA1"/>
    <w:rsid w:val="00B549B7"/>
    <w:rsid w:val="00B56995"/>
    <w:rsid w:val="00B6731F"/>
    <w:rsid w:val="00BA0E30"/>
    <w:rsid w:val="00BB198A"/>
    <w:rsid w:val="00BC0C03"/>
    <w:rsid w:val="00BD4E94"/>
    <w:rsid w:val="00C07BFA"/>
    <w:rsid w:val="00C64F6D"/>
    <w:rsid w:val="00C715A9"/>
    <w:rsid w:val="00C82EE3"/>
    <w:rsid w:val="00CD5092"/>
    <w:rsid w:val="00CE0BF8"/>
    <w:rsid w:val="00CF76B7"/>
    <w:rsid w:val="00D04967"/>
    <w:rsid w:val="00D20A84"/>
    <w:rsid w:val="00D22BAC"/>
    <w:rsid w:val="00D33B4B"/>
    <w:rsid w:val="00D33D0A"/>
    <w:rsid w:val="00D62A75"/>
    <w:rsid w:val="00DC7658"/>
    <w:rsid w:val="00DF360A"/>
    <w:rsid w:val="00E1654A"/>
    <w:rsid w:val="00E1685C"/>
    <w:rsid w:val="00EB0D25"/>
    <w:rsid w:val="00EE48FA"/>
    <w:rsid w:val="00EF7773"/>
    <w:rsid w:val="00EF7917"/>
    <w:rsid w:val="00FC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D39007A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F8B3B8A5.dotm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基志 内貴</cp:lastModifiedBy>
  <cp:revision>34</cp:revision>
  <cp:lastPrinted>2021-03-10T00:10:00Z</cp:lastPrinted>
  <dcterms:created xsi:type="dcterms:W3CDTF">2020-06-22T07:53:00Z</dcterms:created>
  <dcterms:modified xsi:type="dcterms:W3CDTF">2021-03-16T07:47:00Z</dcterms:modified>
</cp:coreProperties>
</file>