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A75" w:rsidRPr="00D20A84" w:rsidRDefault="00D20A84" w:rsidP="00D20A84">
      <w:pPr>
        <w:jc w:val="center"/>
        <w:rPr>
          <w:rFonts w:ascii="ＭＳ ゴシック" w:eastAsia="ＭＳ ゴシック" w:hAnsi="ＭＳ ゴシック"/>
          <w:sz w:val="36"/>
        </w:rPr>
      </w:pPr>
      <w:bookmarkStart w:id="0" w:name="_Hlk57275295"/>
      <w:r w:rsidRPr="00D20A84">
        <w:rPr>
          <w:rFonts w:ascii="ＭＳ ゴシック" w:eastAsia="ＭＳ ゴシック" w:hAnsi="ＭＳ ゴシック"/>
          <w:noProof/>
          <w:sz w:val="36"/>
        </w:rPr>
        <w:drawing>
          <wp:anchor distT="0" distB="0" distL="114300" distR="114300" simplePos="0" relativeHeight="251668480" behindDoc="0" locked="0" layoutInCell="1" allowOverlap="1" wp14:anchorId="3730BD68">
            <wp:simplePos x="0" y="0"/>
            <wp:positionH relativeFrom="column">
              <wp:posOffset>5342043</wp:posOffset>
            </wp:positionH>
            <wp:positionV relativeFrom="paragraph">
              <wp:posOffset>-177589</wp:posOffset>
            </wp:positionV>
            <wp:extent cx="804334" cy="804334"/>
            <wp:effectExtent l="0" t="0" r="0" b="0"/>
            <wp:wrapNone/>
            <wp:docPr id="10" name="図 9">
              <a:extLst xmlns:a="http://schemas.openxmlformats.org/drawingml/2006/main">
                <a:ext uri="{FF2B5EF4-FFF2-40B4-BE49-F238E27FC236}">
                  <a16:creationId xmlns:a16="http://schemas.microsoft.com/office/drawing/2014/main" id="{B44A9A5F-2F17-44ED-8270-0E0DBD1E82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図 9">
                      <a:extLst>
                        <a:ext uri="{FF2B5EF4-FFF2-40B4-BE49-F238E27FC236}">
                          <a16:creationId xmlns:a16="http://schemas.microsoft.com/office/drawing/2014/main" id="{B44A9A5F-2F17-44ED-8270-0E0DBD1E82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4334" cy="804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5E69">
        <w:rPr>
          <w:rFonts w:ascii="ＭＳ ゴシック" w:eastAsia="ＭＳ ゴシック" w:hAnsi="ＭＳ ゴシック" w:hint="eastAsia"/>
          <w:sz w:val="36"/>
        </w:rPr>
        <w:t>資産形成の基礎知識</w:t>
      </w:r>
    </w:p>
    <w:p w:rsidR="001519E3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目標</w:t>
      </w:r>
      <w:r>
        <w:rPr>
          <w:rFonts w:ascii="ＭＳ ゴシック" w:eastAsia="ＭＳ ゴシック" w:hAnsi="ＭＳ ゴシック" w:hint="eastAsia"/>
        </w:rPr>
        <w:t>≫</w:t>
      </w:r>
    </w:p>
    <w:p w:rsidR="00865CC1" w:rsidRDefault="00865CC1" w:rsidP="00865C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1C11AC">
        <w:rPr>
          <w:rFonts w:ascii="ＭＳ ゴシック" w:eastAsia="ＭＳ ゴシック" w:hAnsi="ＭＳ ゴシック" w:hint="eastAsia"/>
        </w:rPr>
        <w:t>生涯を見通した生活における経済の管理や計画の重要性</w:t>
      </w:r>
      <w:r w:rsidR="00D44A4D">
        <w:rPr>
          <w:rFonts w:ascii="ＭＳ ゴシック" w:eastAsia="ＭＳ ゴシック" w:hAnsi="ＭＳ ゴシック" w:hint="eastAsia"/>
        </w:rPr>
        <w:t>に気付く。</w:t>
      </w:r>
    </w:p>
    <w:p w:rsidR="00790F40" w:rsidRDefault="00C82EE3" w:rsidP="00865CC1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590989">
        <w:rPr>
          <w:rFonts w:ascii="ＭＳ ゴシック" w:eastAsia="ＭＳ ゴシック" w:hAnsi="ＭＳ ゴシック" w:hint="eastAsia"/>
        </w:rPr>
        <w:t>代表的</w:t>
      </w:r>
      <w:r w:rsidR="00865CC1">
        <w:rPr>
          <w:rFonts w:ascii="ＭＳ ゴシック" w:eastAsia="ＭＳ ゴシック" w:hAnsi="ＭＳ ゴシック" w:hint="eastAsia"/>
        </w:rPr>
        <w:t>な金融商品</w:t>
      </w:r>
      <w:r w:rsidR="005F4D2E">
        <w:rPr>
          <w:rFonts w:ascii="ＭＳ ゴシック" w:eastAsia="ＭＳ ゴシック" w:hAnsi="ＭＳ ゴシック" w:hint="eastAsia"/>
        </w:rPr>
        <w:t>の特徴について理解する</w:t>
      </w:r>
      <w:r w:rsidR="00865CC1">
        <w:rPr>
          <w:rFonts w:ascii="ＭＳ ゴシック" w:eastAsia="ＭＳ ゴシック" w:hAnsi="ＭＳ ゴシック" w:hint="eastAsia"/>
        </w:rPr>
        <w:t>。</w:t>
      </w:r>
    </w:p>
    <w:p w:rsidR="00CE0BF8" w:rsidRPr="00790F40" w:rsidRDefault="00CE0BF8" w:rsidP="00A80A8D">
      <w:pPr>
        <w:rPr>
          <w:rFonts w:ascii="ＭＳ ゴシック" w:eastAsia="ＭＳ ゴシック" w:hAnsi="ＭＳ ゴシック"/>
        </w:rPr>
      </w:pPr>
    </w:p>
    <w:bookmarkEnd w:id="0"/>
    <w:p w:rsidR="001519E3" w:rsidRPr="00A80A8D" w:rsidRDefault="00BC0C03" w:rsidP="00A80A8D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≪</w:t>
      </w:r>
      <w:r w:rsidR="001519E3">
        <w:rPr>
          <w:rFonts w:ascii="ＭＳ ゴシック" w:eastAsia="ＭＳ ゴシック" w:hAnsi="ＭＳ ゴシック" w:hint="eastAsia"/>
        </w:rPr>
        <w:t>展開</w:t>
      </w:r>
      <w:r>
        <w:rPr>
          <w:rFonts w:ascii="ＭＳ ゴシック" w:eastAsia="ＭＳ ゴシック" w:hAnsi="ＭＳ ゴシック" w:hint="eastAsia"/>
        </w:rPr>
        <w:t>≫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704"/>
        <w:gridCol w:w="6804"/>
        <w:gridCol w:w="2268"/>
      </w:tblGrid>
      <w:tr w:rsidR="00CE0BF8" w:rsidRPr="00A80A8D" w:rsidTr="00CE0BF8">
        <w:tc>
          <w:tcPr>
            <w:tcW w:w="704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5" w:themeFillTint="33"/>
          </w:tcPr>
          <w:p w:rsidR="00CE0BF8" w:rsidRPr="00C82EE3" w:rsidRDefault="00CE0BF8">
            <w:pPr>
              <w:rPr>
                <w:rFonts w:ascii="ＭＳ ゴシック" w:eastAsia="ＭＳ ゴシック" w:hAnsi="ＭＳ ゴシック"/>
                <w:b/>
              </w:rPr>
            </w:pPr>
            <w:bookmarkStart w:id="1" w:name="_Hlk57275258"/>
            <w:r w:rsidRPr="00C82EE3">
              <w:rPr>
                <w:rFonts w:ascii="ＭＳ ゴシック" w:eastAsia="ＭＳ ゴシック" w:hAnsi="ＭＳ ゴシック" w:hint="eastAsia"/>
                <w:b/>
              </w:rPr>
              <w:t>時間</w:t>
            </w:r>
          </w:p>
        </w:tc>
        <w:tc>
          <w:tcPr>
            <w:tcW w:w="6804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 w:rsidRPr="00A80A8D">
              <w:rPr>
                <w:rFonts w:ascii="ＭＳ ゴシック" w:eastAsia="ＭＳ ゴシック" w:hAnsi="ＭＳ ゴシック" w:hint="eastAsia"/>
                <w:b/>
              </w:rPr>
              <w:t>学習活動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DEEAF6" w:themeFill="accent5" w:themeFillTint="33"/>
          </w:tcPr>
          <w:p w:rsidR="00CE0BF8" w:rsidRPr="00A80A8D" w:rsidRDefault="00CE0BF8" w:rsidP="00304524">
            <w:pPr>
              <w:jc w:val="center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資料</w:t>
            </w:r>
          </w:p>
        </w:tc>
      </w:tr>
      <w:tr w:rsidR="00CE0BF8" w:rsidRPr="00A80A8D" w:rsidTr="00BD4E94">
        <w:trPr>
          <w:cantSplit/>
          <w:trHeight w:val="10359"/>
        </w:trPr>
        <w:tc>
          <w:tcPr>
            <w:tcW w:w="704" w:type="dxa"/>
            <w:tcBorders>
              <w:left w:val="single" w:sz="4" w:space="0" w:color="auto"/>
            </w:tcBorders>
            <w:shd w:val="clear" w:color="auto" w:fill="DEEAF6" w:themeFill="accent5" w:themeFillTint="33"/>
          </w:tcPr>
          <w:p w:rsidR="00CE0BF8" w:rsidRDefault="0085174D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BC0C03" w:rsidRDefault="00BC0C03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10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7B35E1" w:rsidRDefault="007B35E1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85174D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15</w:t>
            </w: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Default="00695EDB" w:rsidP="001B61E2">
            <w:pPr>
              <w:jc w:val="right"/>
              <w:rPr>
                <w:rFonts w:ascii="ＭＳ ゴシック" w:eastAsia="ＭＳ ゴシック" w:hAnsi="ＭＳ ゴシック"/>
              </w:rPr>
            </w:pPr>
          </w:p>
          <w:p w:rsidR="00695EDB" w:rsidRPr="007C7F1D" w:rsidRDefault="0085174D" w:rsidP="001B61E2">
            <w:pPr>
              <w:jc w:val="righ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5</w:t>
            </w:r>
          </w:p>
        </w:tc>
        <w:tc>
          <w:tcPr>
            <w:tcW w:w="6804" w:type="dxa"/>
          </w:tcPr>
          <w:p w:rsidR="00CE0BF8" w:rsidRPr="009A0F78" w:rsidRDefault="00902C22" w:rsidP="000F5033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6F931E" wp14:editId="7E6BA390">
                      <wp:simplePos x="0" y="0"/>
                      <wp:positionH relativeFrom="column">
                        <wp:posOffset>-23495</wp:posOffset>
                      </wp:positionH>
                      <wp:positionV relativeFrom="paragraph">
                        <wp:posOffset>246380</wp:posOffset>
                      </wp:positionV>
                      <wp:extent cx="4229100" cy="533400"/>
                      <wp:effectExtent l="0" t="0" r="19050" b="19050"/>
                      <wp:wrapNone/>
                      <wp:docPr id="9" name="正方形/長方形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29100" cy="5334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30B8D" w:rsidRDefault="00D30B8D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学習課題：</w:t>
                                  </w:r>
                                </w:p>
                                <w:p w:rsidR="00D30B8D" w:rsidRPr="00765D8C" w:rsidRDefault="00D30B8D" w:rsidP="008D2D4F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充実した人生のために、どのように資産形成をしたらいいのか？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6F931E" id="正方形/長方形 9" o:spid="_x0000_s1026" style="position:absolute;left:0;text-align:left;margin-left:-1.85pt;margin-top:19.4pt;width:333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" filled="f" strokecolor="black [3213]">
                      <v:textbox>
                        <w:txbxContent>
                          <w:p w:rsidR="00D30B8D" w:rsidRDefault="00D30B8D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学習課題：</w:t>
                            </w:r>
                          </w:p>
                          <w:p w:rsidR="00D30B8D" w:rsidRPr="00765D8C" w:rsidRDefault="00D30B8D" w:rsidP="008D2D4F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充実した人生のために、どのように資産形成をしたらいいのか？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433B5" w:rsidRPr="009A0F78">
              <w:rPr>
                <w:rFonts w:ascii="ＭＳ ゴシック" w:eastAsia="ＭＳ ゴシック" w:hAnsi="ＭＳ ゴシック" w:hint="eastAsia"/>
                <w:b/>
              </w:rPr>
              <w:t>本時のめあてを確認する</w:t>
            </w:r>
            <w:r w:rsidR="00CE0BF8" w:rsidRPr="009A0F78">
              <w:rPr>
                <w:rFonts w:ascii="ＭＳ ゴシック" w:eastAsia="ＭＳ ゴシック" w:hAnsi="ＭＳ ゴシック" w:hint="eastAsia"/>
                <w:b/>
              </w:rPr>
              <w:t>。</w:t>
            </w: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0F5033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0F5033">
            <w:pPr>
              <w:rPr>
                <w:rFonts w:ascii="ＭＳ ゴシック" w:eastAsia="ＭＳ ゴシック" w:hAnsi="ＭＳ ゴシック"/>
              </w:rPr>
            </w:pPr>
          </w:p>
          <w:p w:rsidR="000B6302" w:rsidRDefault="000B6302" w:rsidP="000F5033">
            <w:pPr>
              <w:rPr>
                <w:rFonts w:ascii="ＭＳ ゴシック" w:eastAsia="ＭＳ ゴシック" w:hAnsi="ＭＳ ゴシック"/>
              </w:rPr>
            </w:pPr>
          </w:p>
          <w:p w:rsidR="008B5511" w:rsidRPr="009A0F78" w:rsidRDefault="008B5511" w:rsidP="008B5511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A0F78">
              <w:rPr>
                <w:rFonts w:ascii="ＭＳ ゴシック" w:eastAsia="ＭＳ ゴシック" w:hAnsi="ＭＳ ゴシック" w:hint="eastAsia"/>
                <w:b/>
              </w:rPr>
              <w:t>生まれてから高校卒業までどのくらいお金がかかるか予想する。</w:t>
            </w:r>
          </w:p>
          <w:p w:rsidR="008B5511" w:rsidRDefault="004D2B07" w:rsidP="008B5511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（説）すべて公立で</w:t>
            </w:r>
            <w:r w:rsidR="007B35E1">
              <w:rPr>
                <w:rFonts w:ascii="ＭＳ ゴシック" w:eastAsia="ＭＳ ゴシック" w:hAnsi="ＭＳ ゴシック" w:hint="eastAsia"/>
              </w:rPr>
              <w:t>2,724</w:t>
            </w:r>
            <w:r>
              <w:rPr>
                <w:rFonts w:ascii="ＭＳ ゴシック" w:eastAsia="ＭＳ ゴシック" w:hAnsi="ＭＳ ゴシック" w:hint="eastAsia"/>
              </w:rPr>
              <w:t>万円、すべて私立で</w:t>
            </w:r>
            <w:r w:rsidR="007B35E1">
              <w:rPr>
                <w:rFonts w:ascii="ＭＳ ゴシック" w:eastAsia="ＭＳ ゴシック" w:hAnsi="ＭＳ ゴシック" w:hint="eastAsia"/>
              </w:rPr>
              <w:t>4,01</w:t>
            </w:r>
            <w:r w:rsidR="002A2563">
              <w:rPr>
                <w:rFonts w:ascii="ＭＳ ゴシック" w:eastAsia="ＭＳ ゴシック" w:hAnsi="ＭＳ ゴシック" w:hint="eastAsia"/>
              </w:rPr>
              <w:t>7</w:t>
            </w:r>
            <w:r>
              <w:rPr>
                <w:rFonts w:ascii="ＭＳ ゴシック" w:eastAsia="ＭＳ ゴシック" w:hAnsi="ＭＳ ゴシック" w:hint="eastAsia"/>
              </w:rPr>
              <w:t>万円です。</w:t>
            </w:r>
          </w:p>
          <w:p w:rsidR="000B6302" w:rsidRPr="004D2B07" w:rsidRDefault="000B6302" w:rsidP="008B5511">
            <w:pPr>
              <w:rPr>
                <w:rFonts w:ascii="ＭＳ ゴシック" w:eastAsia="ＭＳ ゴシック" w:hAnsi="ＭＳ ゴシック"/>
              </w:rPr>
            </w:pPr>
          </w:p>
          <w:p w:rsidR="001659F8" w:rsidRPr="009A0F78" w:rsidRDefault="004D2B07" w:rsidP="004D2B07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9A0F78">
              <w:rPr>
                <w:rFonts w:ascii="ＭＳ ゴシック" w:eastAsia="ＭＳ ゴシック" w:hAnsi="ＭＳ ゴシック" w:hint="eastAsia"/>
                <w:b/>
              </w:rPr>
              <w:t>架空の給与明細と家計簿を見て気づいたことを話し合</w:t>
            </w:r>
            <w:r w:rsidR="009A0F78" w:rsidRPr="009A0F78">
              <w:rPr>
                <w:rFonts w:ascii="ＭＳ ゴシック" w:eastAsia="ＭＳ ゴシック" w:hAnsi="ＭＳ ゴシック" w:hint="eastAsia"/>
                <w:b/>
              </w:rPr>
              <w:t>う。</w:t>
            </w:r>
          </w:p>
          <w:p w:rsidR="004D2B07" w:rsidRDefault="004D2B07" w:rsidP="004D2B0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</w:t>
            </w:r>
            <w:r w:rsidR="009A0F78">
              <w:rPr>
                <w:rFonts w:ascii="ＭＳ ゴシック" w:eastAsia="ＭＳ ゴシック" w:hAnsi="ＭＳ ゴシック" w:hint="eastAsia"/>
              </w:rPr>
              <w:t>生活にはお金がかかります。</w:t>
            </w:r>
            <w:r>
              <w:rPr>
                <w:rFonts w:ascii="ＭＳ ゴシック" w:eastAsia="ＭＳ ゴシック" w:hAnsi="ＭＳ ゴシック" w:hint="eastAsia"/>
              </w:rPr>
              <w:t>住宅資金、</w:t>
            </w:r>
            <w:r w:rsidR="002A2563">
              <w:rPr>
                <w:rFonts w:ascii="ＭＳ ゴシック" w:eastAsia="ＭＳ ゴシック" w:hAnsi="ＭＳ ゴシック" w:hint="eastAsia"/>
              </w:rPr>
              <w:t>子育て</w:t>
            </w:r>
            <w:r>
              <w:rPr>
                <w:rFonts w:ascii="ＭＳ ゴシック" w:eastAsia="ＭＳ ゴシック" w:hAnsi="ＭＳ ゴシック" w:hint="eastAsia"/>
              </w:rPr>
              <w:t>資金、老後資金のことを「人生の三大資金」とよび</w:t>
            </w:r>
            <w:r w:rsidR="009A0F78">
              <w:rPr>
                <w:rFonts w:ascii="ＭＳ ゴシック" w:eastAsia="ＭＳ ゴシック" w:hAnsi="ＭＳ ゴシック" w:hint="eastAsia"/>
              </w:rPr>
              <w:t>、親の介護資金、結婚資金まで合わせると約1億円ものお金が必要になります。</w:t>
            </w:r>
          </w:p>
          <w:p w:rsidR="009A0F78" w:rsidRDefault="009A0F78" w:rsidP="004D2B07">
            <w:pPr>
              <w:rPr>
                <w:rFonts w:ascii="ＭＳ ゴシック" w:eastAsia="ＭＳ ゴシック" w:hAnsi="ＭＳ ゴシック"/>
              </w:rPr>
            </w:pPr>
          </w:p>
          <w:p w:rsidR="009A0F78" w:rsidRPr="006D1302" w:rsidRDefault="004925E9" w:rsidP="009A0F78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上手な</w:t>
            </w:r>
            <w:r w:rsidR="00F4623B">
              <w:rPr>
                <w:rFonts w:ascii="ＭＳ ゴシック" w:eastAsia="ＭＳ ゴシック" w:hAnsi="ＭＳ ゴシック" w:hint="eastAsia"/>
                <w:b/>
              </w:rPr>
              <w:t>お金の</w:t>
            </w:r>
            <w:r w:rsidR="00393799">
              <w:rPr>
                <w:rFonts w:ascii="ＭＳ ゴシック" w:eastAsia="ＭＳ ゴシック" w:hAnsi="ＭＳ ゴシック" w:hint="eastAsia"/>
                <w:b/>
              </w:rPr>
              <w:t>ふ</w:t>
            </w:r>
            <w:r w:rsidR="00F4623B">
              <w:rPr>
                <w:rFonts w:ascii="ＭＳ ゴシック" w:eastAsia="ＭＳ ゴシック" w:hAnsi="ＭＳ ゴシック" w:hint="eastAsia"/>
                <w:b/>
              </w:rPr>
              <w:t>やし方を</w:t>
            </w:r>
            <w:r w:rsidR="00242515">
              <w:rPr>
                <w:rFonts w:ascii="ＭＳ ゴシック" w:eastAsia="ＭＳ ゴシック" w:hAnsi="ＭＳ ゴシック" w:hint="eastAsia"/>
                <w:b/>
              </w:rPr>
              <w:t>考える。</w:t>
            </w:r>
          </w:p>
          <w:p w:rsidR="007B35E1" w:rsidRDefault="007B35E1" w:rsidP="006D130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（問）1,000万円を</w:t>
            </w:r>
            <w:r w:rsidR="00D30B8D">
              <w:rPr>
                <w:rFonts w:ascii="ＭＳ ゴシック" w:eastAsia="ＭＳ ゴシック" w:hAnsi="ＭＳ ゴシック" w:hint="eastAsia"/>
              </w:rPr>
              <w:t>期間１年の定期預金に預けると、いくらふえるでしょう？</w:t>
            </w:r>
          </w:p>
          <w:p w:rsidR="00242515" w:rsidRDefault="007B35E1" w:rsidP="006D130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（説）現在は超低金利</w:t>
            </w:r>
            <w:r w:rsidR="003C44DC">
              <w:rPr>
                <w:rFonts w:ascii="ＭＳ ゴシック" w:eastAsia="ＭＳ ゴシック" w:hAnsi="ＭＳ ゴシック" w:hint="eastAsia"/>
              </w:rPr>
              <w:t>で預金だけではお金が</w:t>
            </w:r>
            <w:r w:rsidR="00393799">
              <w:rPr>
                <w:rFonts w:ascii="ＭＳ ゴシック" w:eastAsia="ＭＳ ゴシック" w:hAnsi="ＭＳ ゴシック" w:hint="eastAsia"/>
              </w:rPr>
              <w:t>ふ</w:t>
            </w:r>
            <w:r w:rsidR="003C44DC">
              <w:rPr>
                <w:rFonts w:ascii="ＭＳ ゴシック" w:eastAsia="ＭＳ ゴシック" w:hAnsi="ＭＳ ゴシック" w:hint="eastAsia"/>
              </w:rPr>
              <w:t>えにく</w:t>
            </w:r>
            <w:r w:rsidR="00D30B8D">
              <w:rPr>
                <w:rFonts w:ascii="ＭＳ ゴシック" w:eastAsia="ＭＳ ゴシック" w:hAnsi="ＭＳ ゴシック" w:hint="eastAsia"/>
              </w:rPr>
              <w:t>いため、様々な金融商品の特徴を知り、自分にあったふやし方を考えることが大切です。</w:t>
            </w:r>
          </w:p>
          <w:p w:rsidR="00522264" w:rsidRPr="00D30B8D" w:rsidRDefault="00522264" w:rsidP="006D1302">
            <w:pPr>
              <w:rPr>
                <w:rFonts w:ascii="ＭＳ ゴシック" w:eastAsia="ＭＳ ゴシック" w:hAnsi="ＭＳ ゴシック"/>
              </w:rPr>
            </w:pPr>
          </w:p>
          <w:p w:rsidR="006D1302" w:rsidRPr="00281020" w:rsidRDefault="005F4D2E" w:rsidP="006D130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>
              <w:rPr>
                <w:rFonts w:ascii="ＭＳ ゴシック" w:eastAsia="ＭＳ ゴシック" w:hAnsi="ＭＳ ゴシック" w:hint="eastAsia"/>
                <w:b/>
              </w:rPr>
              <w:t>代表的</w:t>
            </w:r>
            <w:r w:rsidR="00242515" w:rsidRPr="00281020">
              <w:rPr>
                <w:rFonts w:ascii="ＭＳ ゴシック" w:eastAsia="ＭＳ ゴシック" w:hAnsi="ＭＳ ゴシック" w:hint="eastAsia"/>
                <w:b/>
              </w:rPr>
              <w:t>な金融商品の特徴を理解する。</w:t>
            </w:r>
          </w:p>
          <w:p w:rsidR="00242515" w:rsidRPr="007B35E1" w:rsidRDefault="007B35E1" w:rsidP="007B35E1">
            <w:pPr>
              <w:ind w:firstLineChars="200" w:firstLine="42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（預金・債権・株式・投資信託）</w:t>
            </w:r>
          </w:p>
          <w:p w:rsidR="004D2B07" w:rsidRPr="004D2B07" w:rsidRDefault="004D2B07" w:rsidP="004D2B07">
            <w:pPr>
              <w:rPr>
                <w:rFonts w:ascii="ＭＳ ゴシック" w:eastAsia="ＭＳ ゴシック" w:hAnsi="ＭＳ ゴシック"/>
              </w:rPr>
            </w:pPr>
          </w:p>
          <w:p w:rsidR="001B61E2" w:rsidRPr="006D1302" w:rsidRDefault="006D1302" w:rsidP="001B61E2">
            <w:pPr>
              <w:pStyle w:val="ac"/>
              <w:numPr>
                <w:ilvl w:val="0"/>
                <w:numId w:val="1"/>
              </w:numPr>
              <w:ind w:leftChars="0"/>
              <w:rPr>
                <w:rFonts w:ascii="ＭＳ ゴシック" w:eastAsia="ＭＳ ゴシック" w:hAnsi="ＭＳ ゴシック"/>
                <w:b/>
              </w:rPr>
            </w:pPr>
            <w:r w:rsidRPr="006D1302">
              <w:rPr>
                <w:rFonts w:hint="eastAsia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26EB7F6" wp14:editId="6C941A87">
                      <wp:simplePos x="0" y="0"/>
                      <wp:positionH relativeFrom="column">
                        <wp:posOffset>28782</wp:posOffset>
                      </wp:positionH>
                      <wp:positionV relativeFrom="paragraph">
                        <wp:posOffset>231849</wp:posOffset>
                      </wp:positionV>
                      <wp:extent cx="4089400" cy="839972"/>
                      <wp:effectExtent l="0" t="0" r="25400" b="17780"/>
                      <wp:wrapNone/>
                      <wp:docPr id="14" name="正方形/長方形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89400" cy="839972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D30B8D" w:rsidRDefault="00D30B8D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①</w:t>
                                  </w:r>
                                  <w:r w:rsidR="00517363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自分のリスク許容度を考える</w:t>
                                  </w:r>
                                </w:p>
                                <w:p w:rsidR="00D30B8D" w:rsidRDefault="00D30B8D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②分散効果で大きな失敗を防ぐ</w:t>
                                  </w:r>
                                </w:p>
                                <w:p w:rsidR="00517363" w:rsidRPr="00765D8C" w:rsidRDefault="00517363" w:rsidP="00D22BAC">
                                  <w:pPr>
                                    <w:jc w:val="left"/>
                                    <w:rPr>
                                      <w:rFonts w:ascii="ＭＳ ゴシック" w:eastAsia="ＭＳ ゴシック" w:hAnsi="ＭＳ ゴシック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③おかねに</w:t>
                                  </w:r>
                                  <w:r w:rsidR="00AE5B51"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じっくり</w:t>
                                  </w:r>
                                  <w:bookmarkStart w:id="2" w:name="_GoBack"/>
                                  <w:bookmarkEnd w:id="2"/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color w:val="000000" w:themeColor="text1"/>
                                    </w:rPr>
                                    <w:t>働いてもらう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6EB7F6" id="正方形/長方形 14" o:spid="_x0000_s1027" style="position:absolute;left:0;text-align:left;margin-left:2.25pt;margin-top:18.25pt;width:322pt;height:66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" filled="f" strokecolor="black [3213]">
                      <v:textbox>
                        <w:txbxContent>
                          <w:p w:rsidR="00D30B8D" w:rsidRDefault="00D30B8D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①</w:t>
                            </w:r>
                            <w:r w:rsidR="00517363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自分のリスク許容度を考える</w:t>
                            </w:r>
                          </w:p>
                          <w:p w:rsidR="00D30B8D" w:rsidRDefault="00D30B8D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②分散効果で大きな失敗を防ぐ</w:t>
                            </w:r>
                          </w:p>
                          <w:p w:rsidR="00517363" w:rsidRPr="00765D8C" w:rsidRDefault="00517363" w:rsidP="00D22BAC">
                            <w:pPr>
                              <w:jc w:val="left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③おかねに</w:t>
                            </w:r>
                            <w:r w:rsidR="00AE5B51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じっくり</w:t>
                            </w:r>
                            <w:bookmarkStart w:id="3" w:name="_GoBack"/>
                            <w:bookmarkEnd w:id="3"/>
                            <w:r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</w:rPr>
                              <w:t>働いてもらう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85174D">
              <w:rPr>
                <w:rFonts w:ascii="ＭＳ ゴシック" w:eastAsia="ＭＳ ゴシック" w:hAnsi="ＭＳ ゴシック" w:hint="eastAsia"/>
                <w:b/>
              </w:rPr>
              <w:t>金融商品を選ぶ</w:t>
            </w:r>
            <w:r w:rsidR="00517363">
              <w:rPr>
                <w:rFonts w:ascii="ＭＳ ゴシック" w:eastAsia="ＭＳ ゴシック" w:hAnsi="ＭＳ ゴシック" w:hint="eastAsia"/>
                <w:b/>
              </w:rPr>
              <w:t>コツ</w:t>
            </w:r>
            <w:r w:rsidRPr="006D1302">
              <w:rPr>
                <w:rFonts w:ascii="ＭＳ ゴシック" w:eastAsia="ＭＳ ゴシック" w:hAnsi="ＭＳ ゴシック" w:hint="eastAsia"/>
                <w:b/>
              </w:rPr>
              <w:t>を確認する。</w:t>
            </w:r>
          </w:p>
        </w:tc>
        <w:tc>
          <w:tcPr>
            <w:tcW w:w="2268" w:type="dxa"/>
          </w:tcPr>
          <w:p w:rsidR="00CE0BF8" w:rsidRDefault="0085174D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スライドP2</w:t>
            </w: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CE0BF8" w:rsidRDefault="00CE0BF8" w:rsidP="00CE0BF8">
            <w:pPr>
              <w:rPr>
                <w:rFonts w:ascii="ＭＳ ゴシック" w:eastAsia="ＭＳ ゴシック" w:hAnsi="ＭＳ ゴシック"/>
              </w:rPr>
            </w:pPr>
          </w:p>
          <w:p w:rsidR="008433B5" w:rsidRDefault="008433B5" w:rsidP="00CE0BF8">
            <w:pPr>
              <w:rPr>
                <w:rFonts w:ascii="ＭＳ ゴシック" w:eastAsia="ＭＳ ゴシック" w:hAnsi="ＭＳ ゴシック"/>
              </w:rPr>
            </w:pPr>
          </w:p>
          <w:p w:rsidR="000B6302" w:rsidRDefault="000B6302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</w:t>
            </w:r>
            <w:r w:rsidR="00522264">
              <w:rPr>
                <w:rFonts w:ascii="ＭＳ ゴシック" w:eastAsia="ＭＳ ゴシック" w:hAnsi="ＭＳ ゴシック" w:hint="eastAsia"/>
              </w:rPr>
              <w:t>Ｐ3～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1A1A39">
              <w:rPr>
                <w:rFonts w:ascii="ＭＳ ゴシック" w:eastAsia="ＭＳ ゴシック" w:hAnsi="ＭＳ ゴシック" w:hint="eastAsia"/>
              </w:rPr>
              <w:t>8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ワークシート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7B35E1" w:rsidRDefault="007B35E1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スライドＰ1</w:t>
            </w:r>
            <w:r w:rsidR="00F4623B">
              <w:rPr>
                <w:rFonts w:ascii="ＭＳ ゴシック" w:eastAsia="ＭＳ ゴシック" w:hAnsi="ＭＳ ゴシック" w:hint="eastAsia"/>
              </w:rPr>
              <w:t>3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7B35E1" w:rsidRDefault="007B35E1" w:rsidP="00CE0BF8">
            <w:pPr>
              <w:rPr>
                <w:rFonts w:ascii="ＭＳ ゴシック" w:eastAsia="ＭＳ ゴシック" w:hAnsi="ＭＳ ゴシック"/>
              </w:rPr>
            </w:pPr>
          </w:p>
          <w:p w:rsidR="007B35E1" w:rsidRDefault="007B35E1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85174D">
              <w:rPr>
                <w:rFonts w:ascii="ＭＳ ゴシック" w:eastAsia="ＭＳ ゴシック" w:hAnsi="ＭＳ ゴシック" w:hint="eastAsia"/>
              </w:rPr>
              <w:t>1</w:t>
            </w:r>
            <w:r w:rsidR="00AE5B51">
              <w:rPr>
                <w:rFonts w:ascii="ＭＳ ゴシック" w:eastAsia="ＭＳ ゴシック" w:hAnsi="ＭＳ ゴシック" w:hint="eastAsia"/>
              </w:rPr>
              <w:t>8</w:t>
            </w:r>
            <w:r>
              <w:rPr>
                <w:rFonts w:ascii="ＭＳ ゴシック" w:eastAsia="ＭＳ ゴシック" w:hAnsi="ＭＳ ゴシック" w:hint="eastAsia"/>
              </w:rPr>
              <w:t>～</w:t>
            </w: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Default="00522264" w:rsidP="00CE0BF8">
            <w:pPr>
              <w:rPr>
                <w:rFonts w:ascii="ＭＳ ゴシック" w:eastAsia="ＭＳ ゴシック" w:hAnsi="ＭＳ ゴシック"/>
              </w:rPr>
            </w:pPr>
          </w:p>
          <w:p w:rsidR="00522264" w:rsidRPr="00CE0BF8" w:rsidRDefault="00522264" w:rsidP="00CE0BF8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スライドＰ</w:t>
            </w:r>
            <w:r w:rsidR="0085174D">
              <w:rPr>
                <w:rFonts w:ascii="ＭＳ ゴシック" w:eastAsia="ＭＳ ゴシック" w:hAnsi="ＭＳ ゴシック" w:hint="eastAsia"/>
              </w:rPr>
              <w:t>28</w:t>
            </w:r>
            <w:r w:rsidR="002A2563">
              <w:rPr>
                <w:rFonts w:ascii="ＭＳ ゴシック" w:eastAsia="ＭＳ ゴシック" w:hAnsi="ＭＳ ゴシック" w:hint="eastAsia"/>
              </w:rPr>
              <w:t>～</w:t>
            </w:r>
          </w:p>
        </w:tc>
      </w:tr>
      <w:bookmarkEnd w:id="1"/>
    </w:tbl>
    <w:p w:rsidR="00D62A75" w:rsidRPr="00D62A75" w:rsidRDefault="00D62A75"/>
    <w:sectPr w:rsidR="00D62A75" w:rsidRPr="00D62A75" w:rsidSect="006517B1">
      <w:footerReference w:type="default" r:id="rId8"/>
      <w:pgSz w:w="11906" w:h="16838"/>
      <w:pgMar w:top="1440" w:right="1080" w:bottom="1440" w:left="1080" w:header="851" w:footer="79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0B8D" w:rsidRDefault="00D30B8D" w:rsidP="00D62A75">
      <w:r>
        <w:separator/>
      </w:r>
    </w:p>
  </w:endnote>
  <w:endnote w:type="continuationSeparator" w:id="0">
    <w:p w:rsidR="00D30B8D" w:rsidRDefault="00D30B8D" w:rsidP="00D6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0B8D" w:rsidRPr="006517B1" w:rsidRDefault="00D30B8D" w:rsidP="00D20A84">
    <w:pPr>
      <w:pStyle w:val="aa"/>
      <w:jc w:val="right"/>
      <w:rPr>
        <w:rFonts w:ascii="ＭＳ ゴシック" w:eastAsia="ＭＳ ゴシック" w:hAnsi="ＭＳ ゴシック"/>
      </w:rPr>
    </w:pPr>
    <w:r w:rsidRPr="006517B1">
      <w:rPr>
        <w:rFonts w:ascii="ＭＳ ゴシック" w:eastAsia="ＭＳ ゴシック" w:hAnsi="ＭＳ ゴシック" w:hint="eastAsia"/>
      </w:rPr>
      <w:t>時間は分単位・</w:t>
    </w:r>
    <w:r>
      <w:rPr>
        <w:rFonts w:ascii="ＭＳ ゴシック" w:eastAsia="ＭＳ ゴシック" w:hAnsi="ＭＳ ゴシック" w:hint="eastAsia"/>
      </w:rPr>
      <w:t>（問）</w:t>
    </w:r>
    <w:r w:rsidRPr="006517B1">
      <w:rPr>
        <w:rFonts w:ascii="ＭＳ ゴシック" w:eastAsia="ＭＳ ゴシック" w:hAnsi="ＭＳ ゴシック" w:hint="eastAsia"/>
      </w:rPr>
      <w:t>は問いかけの例・</w:t>
    </w:r>
    <w:r>
      <w:rPr>
        <w:rFonts w:ascii="ＭＳ ゴシック" w:eastAsia="ＭＳ ゴシック" w:hAnsi="ＭＳ ゴシック" w:hint="eastAsia"/>
      </w:rPr>
      <w:t>（説）</w:t>
    </w:r>
    <w:r w:rsidRPr="006517B1">
      <w:rPr>
        <w:rFonts w:ascii="ＭＳ ゴシック" w:eastAsia="ＭＳ ゴシック" w:hAnsi="ＭＳ ゴシック" w:hint="eastAsia"/>
      </w:rPr>
      <w:t>は説明</w:t>
    </w:r>
  </w:p>
  <w:p w:rsidR="00D30B8D" w:rsidRDefault="00D30B8D" w:rsidP="00D20A84">
    <w:pPr>
      <w:pStyle w:val="aa"/>
      <w:jc w:val="right"/>
    </w:pPr>
    <w:r w:rsidRPr="00D20A84">
      <w:t xml:space="preserve">Copyright (C) </w:t>
    </w:r>
    <w:r w:rsidR="00986036">
      <w:rPr>
        <w:rFonts w:hint="eastAsia"/>
      </w:rPr>
      <w:t>2021</w:t>
    </w:r>
    <w:r w:rsidRPr="00D20A84">
      <w:t xml:space="preserve"> The Bank of Yokohama, Ltd.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0B8D" w:rsidRDefault="00D30B8D" w:rsidP="00D62A75">
      <w:r>
        <w:separator/>
      </w:r>
    </w:p>
  </w:footnote>
  <w:footnote w:type="continuationSeparator" w:id="0">
    <w:p w:rsidR="00D30B8D" w:rsidRDefault="00D30B8D" w:rsidP="00D62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2C0F4A"/>
    <w:multiLevelType w:val="hybridMultilevel"/>
    <w:tmpl w:val="6F00CD3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7681CDC"/>
    <w:multiLevelType w:val="hybridMultilevel"/>
    <w:tmpl w:val="16503A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A75"/>
    <w:rsid w:val="000840B4"/>
    <w:rsid w:val="000B6302"/>
    <w:rsid w:val="000D69D3"/>
    <w:rsid w:val="000F5033"/>
    <w:rsid w:val="001519E3"/>
    <w:rsid w:val="001659F8"/>
    <w:rsid w:val="001A1A39"/>
    <w:rsid w:val="001A29F0"/>
    <w:rsid w:val="001B61E2"/>
    <w:rsid w:val="001C11AC"/>
    <w:rsid w:val="001F1C6C"/>
    <w:rsid w:val="00242515"/>
    <w:rsid w:val="00246E00"/>
    <w:rsid w:val="002800C5"/>
    <w:rsid w:val="00281020"/>
    <w:rsid w:val="002A2563"/>
    <w:rsid w:val="002B5506"/>
    <w:rsid w:val="002D0541"/>
    <w:rsid w:val="002E0805"/>
    <w:rsid w:val="00304524"/>
    <w:rsid w:val="00373334"/>
    <w:rsid w:val="00393799"/>
    <w:rsid w:val="003C44DC"/>
    <w:rsid w:val="004925E9"/>
    <w:rsid w:val="004D2B07"/>
    <w:rsid w:val="00517363"/>
    <w:rsid w:val="00522264"/>
    <w:rsid w:val="00590989"/>
    <w:rsid w:val="005C22CB"/>
    <w:rsid w:val="005F4D2E"/>
    <w:rsid w:val="006517B1"/>
    <w:rsid w:val="00695EDB"/>
    <w:rsid w:val="006D01CF"/>
    <w:rsid w:val="006D1302"/>
    <w:rsid w:val="007644AC"/>
    <w:rsid w:val="00765D8C"/>
    <w:rsid w:val="00790F40"/>
    <w:rsid w:val="007966A1"/>
    <w:rsid w:val="007B35E1"/>
    <w:rsid w:val="007C7F1D"/>
    <w:rsid w:val="0080005A"/>
    <w:rsid w:val="008433B5"/>
    <w:rsid w:val="0085174D"/>
    <w:rsid w:val="00865CC1"/>
    <w:rsid w:val="008A148B"/>
    <w:rsid w:val="008B5511"/>
    <w:rsid w:val="008D0E56"/>
    <w:rsid w:val="008D2D4F"/>
    <w:rsid w:val="00902C22"/>
    <w:rsid w:val="009332FF"/>
    <w:rsid w:val="00981FA6"/>
    <w:rsid w:val="00981FAA"/>
    <w:rsid w:val="00986036"/>
    <w:rsid w:val="00986F5D"/>
    <w:rsid w:val="009A0F78"/>
    <w:rsid w:val="00A806A7"/>
    <w:rsid w:val="00A80A8D"/>
    <w:rsid w:val="00AE5B51"/>
    <w:rsid w:val="00B56995"/>
    <w:rsid w:val="00B6731F"/>
    <w:rsid w:val="00BB198A"/>
    <w:rsid w:val="00BC0C03"/>
    <w:rsid w:val="00BD4E94"/>
    <w:rsid w:val="00C07BFA"/>
    <w:rsid w:val="00C26CDA"/>
    <w:rsid w:val="00C715A9"/>
    <w:rsid w:val="00C82EE3"/>
    <w:rsid w:val="00CD5B38"/>
    <w:rsid w:val="00CE0BF8"/>
    <w:rsid w:val="00CF76B7"/>
    <w:rsid w:val="00D20A84"/>
    <w:rsid w:val="00D22BAC"/>
    <w:rsid w:val="00D30B8D"/>
    <w:rsid w:val="00D33B4B"/>
    <w:rsid w:val="00D44A4D"/>
    <w:rsid w:val="00D47ECA"/>
    <w:rsid w:val="00D62A75"/>
    <w:rsid w:val="00DF360A"/>
    <w:rsid w:val="00E1685C"/>
    <w:rsid w:val="00EB0D25"/>
    <w:rsid w:val="00ED1EB0"/>
    <w:rsid w:val="00EE48FA"/>
    <w:rsid w:val="00EF7917"/>
    <w:rsid w:val="00F35E69"/>
    <w:rsid w:val="00F4623B"/>
    <w:rsid w:val="00F70F91"/>
    <w:rsid w:val="00FE1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6A305A00"/>
  <w15:chartTrackingRefBased/>
  <w15:docId w15:val="{EEC97C4A-30B1-44F9-857B-1B69FBF7F7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A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next w:val="a"/>
    <w:link w:val="a5"/>
    <w:uiPriority w:val="10"/>
    <w:qFormat/>
    <w:rsid w:val="00EF7917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5">
    <w:name w:val="表題 (文字)"/>
    <w:basedOn w:val="a0"/>
    <w:link w:val="a4"/>
    <w:uiPriority w:val="10"/>
    <w:rsid w:val="00EF7917"/>
    <w:rPr>
      <w:rFonts w:asciiTheme="majorHAnsi" w:eastAsiaTheme="majorEastAsia" w:hAnsiTheme="majorHAnsi" w:cstheme="majorBidi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5C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5C22C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2800C5"/>
  </w:style>
  <w:style w:type="paragraph" w:styleId="aa">
    <w:name w:val="footer"/>
    <w:basedOn w:val="a"/>
    <w:link w:val="ab"/>
    <w:uiPriority w:val="99"/>
    <w:unhideWhenUsed/>
    <w:rsid w:val="00280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2800C5"/>
  </w:style>
  <w:style w:type="paragraph" w:styleId="ac">
    <w:name w:val="List Paragraph"/>
    <w:basedOn w:val="a"/>
    <w:uiPriority w:val="34"/>
    <w:qFormat/>
    <w:rsid w:val="007C7F1D"/>
    <w:pPr>
      <w:ind w:leftChars="400" w:left="840"/>
    </w:pPr>
  </w:style>
  <w:style w:type="paragraph" w:styleId="ad">
    <w:name w:val="Revision"/>
    <w:hidden/>
    <w:uiPriority w:val="99"/>
    <w:semiHidden/>
    <w:rsid w:val="00D30B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8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756022AC.dotm</Template>
  <TotalTime>0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内貴　基志</dc:creator>
  <cp:keywords/>
  <dc:description/>
  <cp:lastModifiedBy>内貴　基志</cp:lastModifiedBy>
  <cp:revision>41</cp:revision>
  <cp:lastPrinted>2021-03-16T02:38:00Z</cp:lastPrinted>
  <dcterms:created xsi:type="dcterms:W3CDTF">2020-06-22T07:53:00Z</dcterms:created>
  <dcterms:modified xsi:type="dcterms:W3CDTF">2021-03-16T02:38:00Z</dcterms:modified>
</cp:coreProperties>
</file>