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72C">
        <w:rPr>
          <w:rFonts w:ascii="ＭＳ ゴシック" w:eastAsia="ＭＳ ゴシック" w:hAnsi="ＭＳ ゴシック" w:hint="eastAsia"/>
          <w:sz w:val="36"/>
        </w:rPr>
        <w:t>お金</w:t>
      </w:r>
      <w:r w:rsidR="000E5BD8">
        <w:rPr>
          <w:rFonts w:ascii="ＭＳ ゴシック" w:eastAsia="ＭＳ ゴシック" w:hAnsi="ＭＳ ゴシック" w:hint="eastAsia"/>
          <w:sz w:val="36"/>
        </w:rPr>
        <w:t>を「ためる」「ふやす」を学ぶ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CE0BF8" w:rsidRDefault="00776D5D" w:rsidP="00A80A8D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・銀行にお金を預けると</w:t>
      </w:r>
      <w:r w:rsidR="006119A6">
        <w:rPr>
          <w:rFonts w:ascii="ＭＳ ゴシック" w:eastAsia="ＭＳ ゴシック" w:hAnsi="ＭＳ ゴシック" w:hint="eastAsia"/>
        </w:rPr>
        <w:t>利息がつく仕組みを理解する。</w:t>
      </w:r>
    </w:p>
    <w:p w:rsidR="001C5382" w:rsidRDefault="001C5382" w:rsidP="00A80A8D">
      <w:pPr>
        <w:rPr>
          <w:rFonts w:ascii="ＭＳ ゴシック" w:eastAsia="ＭＳ ゴシック" w:hAnsi="ＭＳ ゴシック" w:hint="eastAsia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2F474C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2779DA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1C5382" w:rsidRDefault="001C5382" w:rsidP="001B61E2">
            <w:pPr>
              <w:jc w:val="right"/>
              <w:rPr>
                <w:rFonts w:ascii="ＭＳ ゴシック" w:eastAsia="ＭＳ ゴシック" w:hAnsi="ＭＳ ゴシック" w:hint="eastAsia"/>
              </w:rPr>
            </w:pPr>
          </w:p>
          <w:p w:rsidR="002779DA" w:rsidRPr="007C7F1D" w:rsidRDefault="002779DA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  <w:tc>
          <w:tcPr>
            <w:tcW w:w="6804" w:type="dxa"/>
          </w:tcPr>
          <w:p w:rsidR="00CE0BF8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8E45FE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8E45FE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20320</wp:posOffset>
                      </wp:positionV>
                      <wp:extent cx="4089400" cy="533400"/>
                      <wp:effectExtent l="0" t="0" r="2540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17A7D" w:rsidRDefault="00617A7D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617A7D" w:rsidRPr="00765D8C" w:rsidRDefault="00617A7D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銀行に預けたお金はどうなるの？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2.45pt;margin-top:1.6pt;width:322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" filled="f" strokecolor="black [3213]">
                      <v:textbox>
                        <w:txbxContent>
                          <w:p w:rsidR="00617A7D" w:rsidRDefault="00617A7D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617A7D" w:rsidRPr="00765D8C" w:rsidRDefault="00617A7D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銀行に預けたお金はどうなるの？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5E5CA7" w:rsidRDefault="005E5CA7" w:rsidP="000F5033">
            <w:pPr>
              <w:rPr>
                <w:rFonts w:ascii="ＭＳ ゴシック" w:eastAsia="ＭＳ ゴシック" w:hAnsi="ＭＳ ゴシック"/>
              </w:rPr>
            </w:pPr>
          </w:p>
          <w:p w:rsidR="004F0862" w:rsidRDefault="004F0862" w:rsidP="000F5033">
            <w:pPr>
              <w:rPr>
                <w:rFonts w:ascii="ＭＳ ゴシック" w:eastAsia="ＭＳ ゴシック" w:hAnsi="ＭＳ ゴシック"/>
              </w:rPr>
            </w:pPr>
          </w:p>
          <w:p w:rsidR="001F7EDD" w:rsidRDefault="004F0862" w:rsidP="001F7ED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お金を銀行などに預金すると、どんないいことがあるか考える</w:t>
            </w:r>
            <w:r w:rsidR="007E5E14" w:rsidRPr="008E45FE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4F0862" w:rsidRPr="004F0862" w:rsidRDefault="004F0862" w:rsidP="004F0862">
            <w:pPr>
              <w:rPr>
                <w:rFonts w:ascii="ＭＳ ゴシック" w:eastAsia="ＭＳ ゴシック" w:hAnsi="ＭＳ ゴシック"/>
              </w:rPr>
            </w:pPr>
            <w:r w:rsidRPr="004F0862">
              <w:rPr>
                <w:rFonts w:ascii="ＭＳ ゴシック" w:eastAsia="ＭＳ ゴシック" w:hAnsi="ＭＳ ゴシック" w:hint="eastAsia"/>
              </w:rPr>
              <w:t>（説）</w:t>
            </w:r>
            <w:r>
              <w:rPr>
                <w:rFonts w:ascii="ＭＳ ゴシック" w:eastAsia="ＭＳ ゴシック" w:hAnsi="ＭＳ ゴシック" w:hint="eastAsia"/>
              </w:rPr>
              <w:t>お金を銀行に預けると「安全・無駄使いしない・増える」といういいことがあります。</w:t>
            </w:r>
          </w:p>
          <w:p w:rsidR="00472D0C" w:rsidRDefault="00472D0C" w:rsidP="000F5033">
            <w:pPr>
              <w:rPr>
                <w:rFonts w:ascii="ＭＳ ゴシック" w:eastAsia="ＭＳ ゴシック" w:hAnsi="ＭＳ ゴシック"/>
              </w:rPr>
            </w:pPr>
          </w:p>
          <w:p w:rsidR="004F0862" w:rsidRDefault="004F0862" w:rsidP="000F5033">
            <w:pPr>
              <w:rPr>
                <w:rFonts w:ascii="ＭＳ ゴシック" w:eastAsia="ＭＳ ゴシック" w:hAnsi="ＭＳ ゴシック"/>
              </w:rPr>
            </w:pPr>
          </w:p>
          <w:p w:rsidR="004F0862" w:rsidRPr="004F0862" w:rsidRDefault="002779DA" w:rsidP="004F086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なぜ、</w:t>
            </w:r>
            <w:r w:rsidR="004F0862" w:rsidRPr="004F0862">
              <w:rPr>
                <w:rFonts w:ascii="ＭＳ ゴシック" w:eastAsia="ＭＳ ゴシック" w:hAnsi="ＭＳ ゴシック" w:hint="eastAsia"/>
                <w:b/>
              </w:rPr>
              <w:t>銀行に預けたお金が増えたか考える。</w:t>
            </w:r>
          </w:p>
          <w:p w:rsidR="004F0862" w:rsidRDefault="004F0862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2779DA">
              <w:rPr>
                <w:rFonts w:ascii="ＭＳ ゴシック" w:eastAsia="ＭＳ ゴシック" w:hAnsi="ＭＳ ゴシック" w:hint="eastAsia"/>
              </w:rPr>
              <w:t>銀行にお金を預ける。</w:t>
            </w:r>
          </w:p>
          <w:p w:rsidR="002779DA" w:rsidRDefault="002779DA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→２号店を出したいパン屋さんがいる。</w:t>
            </w:r>
          </w:p>
          <w:p w:rsidR="002779DA" w:rsidRDefault="002779DA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→銀行からお金を借りる。</w:t>
            </w:r>
          </w:p>
          <w:p w:rsidR="002779DA" w:rsidRDefault="002779DA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→２号店オープン。たくさんのパンが売れてお金がもうかる。</w:t>
            </w:r>
          </w:p>
          <w:p w:rsidR="004F0862" w:rsidRPr="004F0862" w:rsidRDefault="002779DA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→銀行に利息をつけて、借りた金額より多く返す。</w:t>
            </w:r>
          </w:p>
          <w:p w:rsidR="004F0862" w:rsidRDefault="002779DA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→預けておいたお金に利息がついて金額が増える。</w:t>
            </w:r>
          </w:p>
          <w:p w:rsidR="002779DA" w:rsidRPr="002779DA" w:rsidRDefault="001C5382" w:rsidP="004F086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（説）預けたお金が他の場所で活躍してふえる仕組みのことをお金が「働く」と言います。</w:t>
            </w:r>
          </w:p>
          <w:p w:rsidR="004F0862" w:rsidRPr="00472D0C" w:rsidRDefault="004F0862" w:rsidP="000F5033">
            <w:pPr>
              <w:rPr>
                <w:rFonts w:ascii="ＭＳ ゴシック" w:eastAsia="ＭＳ ゴシック" w:hAnsi="ＭＳ ゴシック"/>
              </w:rPr>
            </w:pPr>
          </w:p>
          <w:p w:rsidR="001B61E2" w:rsidRDefault="00AB44B9" w:rsidP="001F7EDD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銀行に預けたお金が増えるしくみをまとめる</w:t>
            </w:r>
            <w:r w:rsidR="001F7EDD" w:rsidRPr="008E45FE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1C5382" w:rsidRDefault="001C5382" w:rsidP="001C5382">
            <w:pPr>
              <w:rPr>
                <w:rFonts w:ascii="ＭＳ ゴシック" w:eastAsia="ＭＳ ゴシック" w:hAnsi="ＭＳ ゴシック"/>
                <w:b/>
              </w:rPr>
            </w:pPr>
            <w:r w:rsidRPr="008E45FE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33020</wp:posOffset>
                      </wp:positionV>
                      <wp:extent cx="4089400" cy="403860"/>
                      <wp:effectExtent l="0" t="0" r="25400" b="1524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403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17A7D" w:rsidRPr="00765D8C" w:rsidRDefault="00617A7D" w:rsidP="001F7EDD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預けたお金がほかの場所で活躍し、増える（お金が働く）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35pt;margin-top:2.6pt;width:322pt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" filled="f" strokecolor="black [3213]">
                      <v:textbox>
                        <w:txbxContent>
                          <w:p w:rsidR="00617A7D" w:rsidRPr="00765D8C" w:rsidRDefault="00617A7D" w:rsidP="001F7ED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預けたお金がほかの場所で活躍し、増える（お金が働く）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C5382" w:rsidRDefault="001C5382" w:rsidP="001C5382">
            <w:pPr>
              <w:rPr>
                <w:rFonts w:ascii="ＭＳ ゴシック" w:eastAsia="ＭＳ ゴシック" w:hAnsi="ＭＳ ゴシック"/>
                <w:b/>
              </w:rPr>
            </w:pPr>
          </w:p>
          <w:p w:rsidR="001C5382" w:rsidRPr="001C5382" w:rsidRDefault="001C5382" w:rsidP="001C5382">
            <w:pPr>
              <w:rPr>
                <w:rFonts w:ascii="ＭＳ ゴシック" w:eastAsia="ＭＳ ゴシック" w:hAnsi="ＭＳ ゴシック" w:hint="eastAsia"/>
              </w:rPr>
            </w:pPr>
            <w:r w:rsidRPr="001C5382">
              <w:rPr>
                <w:rFonts w:ascii="ＭＳ ゴシック" w:eastAsia="ＭＳ ゴシック" w:hAnsi="ＭＳ ゴシック" w:hint="eastAsia"/>
              </w:rPr>
              <w:t>（説）</w:t>
            </w:r>
            <w:r>
              <w:rPr>
                <w:rFonts w:ascii="ＭＳ ゴシック" w:eastAsia="ＭＳ ゴシック" w:hAnsi="ＭＳ ゴシック" w:hint="eastAsia"/>
              </w:rPr>
              <w:t>お金を働かせる方法は、他にも会社の株式を買う、債権を買うな</w:t>
            </w:r>
            <w:r w:rsidR="006870B5">
              <w:rPr>
                <w:rFonts w:ascii="ＭＳ ゴシック" w:eastAsia="ＭＳ ゴシック" w:hAnsi="ＭＳ ゴシック" w:hint="eastAsia"/>
              </w:rPr>
              <w:t>どもある</w:t>
            </w:r>
            <w:r w:rsidR="005168A3">
              <w:rPr>
                <w:rFonts w:ascii="ＭＳ ゴシック" w:eastAsia="ＭＳ ゴシック" w:hAnsi="ＭＳ ゴシック" w:hint="eastAsia"/>
              </w:rPr>
              <w:t>。</w:t>
            </w:r>
            <w:bookmarkStart w:id="2" w:name="_GoBack"/>
            <w:bookmarkEnd w:id="2"/>
          </w:p>
        </w:tc>
        <w:tc>
          <w:tcPr>
            <w:tcW w:w="2268" w:type="dxa"/>
          </w:tcPr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472D0C" w:rsidRDefault="00472D0C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スライドＰ2～</w:t>
            </w: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</w:p>
          <w:p w:rsidR="002779DA" w:rsidRDefault="002779D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57634A">
              <w:rPr>
                <w:rFonts w:ascii="ＭＳ ゴシック" w:eastAsia="ＭＳ ゴシック" w:hAnsi="ＭＳ ゴシック" w:hint="eastAsia"/>
              </w:rPr>
              <w:t>8～</w:t>
            </w: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</w:p>
          <w:p w:rsidR="001C5382" w:rsidRDefault="001C5382" w:rsidP="00CE0BF8">
            <w:pPr>
              <w:rPr>
                <w:rFonts w:ascii="ＭＳ ゴシック" w:eastAsia="ＭＳ ゴシック" w:hAnsi="ＭＳ ゴシック" w:hint="eastAsia"/>
              </w:rPr>
            </w:pPr>
          </w:p>
          <w:p w:rsidR="0057634A" w:rsidRDefault="0057634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スライドＰ20</w:t>
            </w:r>
          </w:p>
          <w:p w:rsidR="0057634A" w:rsidRPr="00CE0BF8" w:rsidRDefault="0057634A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</w:tc>
      </w:tr>
      <w:bookmarkEnd w:id="1"/>
    </w:tbl>
    <w:p w:rsidR="00D62A75" w:rsidRPr="00D62A75" w:rsidRDefault="00D62A75"/>
    <w:sectPr w:rsidR="00D62A75" w:rsidRPr="00D62A75" w:rsidSect="00FF1992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A7D" w:rsidRDefault="00617A7D" w:rsidP="00D62A75">
      <w:r>
        <w:separator/>
      </w:r>
    </w:p>
  </w:endnote>
  <w:endnote w:type="continuationSeparator" w:id="0">
    <w:p w:rsidR="00617A7D" w:rsidRDefault="00617A7D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7A7D" w:rsidRPr="006517B1" w:rsidRDefault="00617A7D" w:rsidP="00FF1992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617A7D" w:rsidRDefault="00617A7D" w:rsidP="00D20A84">
    <w:pPr>
      <w:pStyle w:val="aa"/>
      <w:jc w:val="right"/>
    </w:pPr>
    <w:r w:rsidRPr="00D20A84">
      <w:t>Copyright (C) 2020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A7D" w:rsidRDefault="00617A7D" w:rsidP="00D62A75">
      <w:r>
        <w:separator/>
      </w:r>
    </w:p>
  </w:footnote>
  <w:footnote w:type="continuationSeparator" w:id="0">
    <w:p w:rsidR="00617A7D" w:rsidRDefault="00617A7D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31A4CF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02D32"/>
    <w:rsid w:val="000B17D7"/>
    <w:rsid w:val="000D69D3"/>
    <w:rsid w:val="000E5BD8"/>
    <w:rsid w:val="000F5033"/>
    <w:rsid w:val="001519E3"/>
    <w:rsid w:val="001550DB"/>
    <w:rsid w:val="001A29F0"/>
    <w:rsid w:val="001B61E2"/>
    <w:rsid w:val="001C5382"/>
    <w:rsid w:val="001E0DED"/>
    <w:rsid w:val="001F1C6C"/>
    <w:rsid w:val="001F7EDD"/>
    <w:rsid w:val="00246E00"/>
    <w:rsid w:val="002514BE"/>
    <w:rsid w:val="002779DA"/>
    <w:rsid w:val="002800C5"/>
    <w:rsid w:val="0028703D"/>
    <w:rsid w:val="002B5506"/>
    <w:rsid w:val="002D0541"/>
    <w:rsid w:val="002E0805"/>
    <w:rsid w:val="002F474C"/>
    <w:rsid w:val="00304524"/>
    <w:rsid w:val="00373334"/>
    <w:rsid w:val="0039057B"/>
    <w:rsid w:val="00472D0C"/>
    <w:rsid w:val="004F0862"/>
    <w:rsid w:val="005168A3"/>
    <w:rsid w:val="0057634A"/>
    <w:rsid w:val="00583241"/>
    <w:rsid w:val="005C22CB"/>
    <w:rsid w:val="005E5CA7"/>
    <w:rsid w:val="006119A6"/>
    <w:rsid w:val="00617A7D"/>
    <w:rsid w:val="00674E6C"/>
    <w:rsid w:val="006870B5"/>
    <w:rsid w:val="00765D8C"/>
    <w:rsid w:val="00776D5D"/>
    <w:rsid w:val="007966A1"/>
    <w:rsid w:val="007B50EB"/>
    <w:rsid w:val="007C7F1D"/>
    <w:rsid w:val="007E5E14"/>
    <w:rsid w:val="0080005A"/>
    <w:rsid w:val="008433B5"/>
    <w:rsid w:val="008A148B"/>
    <w:rsid w:val="008D2D4F"/>
    <w:rsid w:val="008E45FE"/>
    <w:rsid w:val="009332FF"/>
    <w:rsid w:val="00981FA6"/>
    <w:rsid w:val="00981FAA"/>
    <w:rsid w:val="00986F5D"/>
    <w:rsid w:val="00A268B5"/>
    <w:rsid w:val="00A806A7"/>
    <w:rsid w:val="00A80A8D"/>
    <w:rsid w:val="00AB44B9"/>
    <w:rsid w:val="00B40B6B"/>
    <w:rsid w:val="00B56995"/>
    <w:rsid w:val="00B6731F"/>
    <w:rsid w:val="00B6772C"/>
    <w:rsid w:val="00BB198A"/>
    <w:rsid w:val="00BC0C03"/>
    <w:rsid w:val="00BD4E94"/>
    <w:rsid w:val="00C07BFA"/>
    <w:rsid w:val="00C715A9"/>
    <w:rsid w:val="00C82EE3"/>
    <w:rsid w:val="00CE0BF8"/>
    <w:rsid w:val="00CF76B7"/>
    <w:rsid w:val="00D20A84"/>
    <w:rsid w:val="00D22BAC"/>
    <w:rsid w:val="00D33B4B"/>
    <w:rsid w:val="00D62A75"/>
    <w:rsid w:val="00D92A2C"/>
    <w:rsid w:val="00D9620B"/>
    <w:rsid w:val="00DF360A"/>
    <w:rsid w:val="00E1685C"/>
    <w:rsid w:val="00EB0D25"/>
    <w:rsid w:val="00EE48FA"/>
    <w:rsid w:val="00EF7917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3F4631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F5F8EE31.dotm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27</cp:revision>
  <cp:lastPrinted>2020-11-30T06:49:00Z</cp:lastPrinted>
  <dcterms:created xsi:type="dcterms:W3CDTF">2020-06-22T07:53:00Z</dcterms:created>
  <dcterms:modified xsi:type="dcterms:W3CDTF">2020-11-30T07:06:00Z</dcterms:modified>
</cp:coreProperties>
</file>