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72C">
        <w:rPr>
          <w:rFonts w:ascii="ＭＳ ゴシック" w:eastAsia="ＭＳ ゴシック" w:hAnsi="ＭＳ ゴシック" w:hint="eastAsia"/>
          <w:sz w:val="36"/>
        </w:rPr>
        <w:t>お金</w:t>
      </w:r>
      <w:r w:rsidR="00E50C6D">
        <w:rPr>
          <w:rFonts w:ascii="ＭＳ ゴシック" w:eastAsia="ＭＳ ゴシック" w:hAnsi="ＭＳ ゴシック" w:hint="eastAsia"/>
          <w:sz w:val="36"/>
        </w:rPr>
        <w:t>を「つかう」を学ぶ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E96A3D" w:rsidRDefault="00E96A3D" w:rsidP="00B677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・身近な消費生活を振り返り、無駄のないお金の使い方を理解する。</w:t>
      </w:r>
    </w:p>
    <w:p w:rsidR="00C82EE3" w:rsidRDefault="0028699C" w:rsidP="00B677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5C56B2">
        <w:rPr>
          <w:rFonts w:ascii="ＭＳ ゴシック" w:eastAsia="ＭＳ ゴシック" w:hAnsi="ＭＳ ゴシック" w:hint="eastAsia"/>
        </w:rPr>
        <w:t>上手にお金を使うために、買う前に本当に必要かどうかをよく考える</w:t>
      </w:r>
      <w:r w:rsidR="00154D11">
        <w:rPr>
          <w:rFonts w:ascii="ＭＳ ゴシック" w:eastAsia="ＭＳ ゴシック" w:hAnsi="ＭＳ ゴシック" w:hint="eastAsia"/>
        </w:rPr>
        <w:t>ことができる。</w:t>
      </w:r>
    </w:p>
    <w:p w:rsidR="00CE0BF8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BC0C03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C24368" w:rsidRDefault="00C2436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304054" w:rsidRPr="007C7F1D" w:rsidRDefault="00304054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Pr="008E45FE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8E45FE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8E45FE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4368" w:rsidRDefault="00C24368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C24368" w:rsidRPr="00765D8C" w:rsidRDefault="00C24368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上手にお金をつかうためには、どうしたらいいだろう？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:rsidR="00C24368" w:rsidRDefault="00C24368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C24368" w:rsidRPr="00765D8C" w:rsidRDefault="00C24368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上手にお金をつかうためには、どうしたらいいだろう？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0F5033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0F5033">
            <w:pPr>
              <w:rPr>
                <w:rFonts w:ascii="ＭＳ ゴシック" w:eastAsia="ＭＳ ゴシック" w:hAnsi="ＭＳ ゴシック" w:hint="eastAsia"/>
              </w:rPr>
            </w:pPr>
          </w:p>
          <w:p w:rsidR="001F7EDD" w:rsidRPr="008E45FE" w:rsidRDefault="0013757B" w:rsidP="001F7ED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お金を使ったことを思い出して、できるだけ付箋に書く。</w:t>
            </w:r>
          </w:p>
          <w:p w:rsidR="00D9620B" w:rsidRDefault="0013757B" w:rsidP="001375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542C1D">
              <w:rPr>
                <w:rFonts w:ascii="ＭＳ ゴシック" w:eastAsia="ＭＳ ゴシック" w:hAnsi="ＭＳ ゴシック" w:hint="eastAsia"/>
              </w:rPr>
              <w:t>「無駄遣い」とは何でしょう？</w:t>
            </w:r>
          </w:p>
          <w:p w:rsidR="00472D0C" w:rsidRDefault="00542C1D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（説）無駄遣いを考えるキーワードは「必要」「ほしい」です。</w:t>
            </w:r>
          </w:p>
          <w:p w:rsidR="00542C1D" w:rsidRDefault="00542C1D" w:rsidP="000F5033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0F5033">
            <w:pPr>
              <w:rPr>
                <w:rFonts w:ascii="ＭＳ ゴシック" w:eastAsia="ＭＳ ゴシック" w:hAnsi="ＭＳ ゴシック" w:hint="eastAsia"/>
              </w:rPr>
            </w:pPr>
          </w:p>
          <w:p w:rsidR="00542C1D" w:rsidRPr="00542C1D" w:rsidRDefault="00542C1D" w:rsidP="00542C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542C1D">
              <w:rPr>
                <w:rFonts w:ascii="ＭＳ ゴシック" w:eastAsia="ＭＳ ゴシック" w:hAnsi="ＭＳ ゴシック" w:hint="eastAsia"/>
                <w:b/>
              </w:rPr>
              <w:t>付箋を「生活に必要か」で分類する。</w:t>
            </w:r>
          </w:p>
          <w:p w:rsidR="00542C1D" w:rsidRDefault="00542C1D" w:rsidP="000F5033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0F5033">
            <w:pPr>
              <w:rPr>
                <w:rFonts w:ascii="ＭＳ ゴシック" w:eastAsia="ＭＳ ゴシック" w:hAnsi="ＭＳ ゴシック" w:hint="eastAsia"/>
              </w:rPr>
            </w:pPr>
          </w:p>
          <w:p w:rsidR="00542C1D" w:rsidRPr="00542C1D" w:rsidRDefault="00542C1D" w:rsidP="00542C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542C1D">
              <w:rPr>
                <w:rFonts w:ascii="ＭＳ ゴシック" w:eastAsia="ＭＳ ゴシック" w:hAnsi="ＭＳ ゴシック" w:hint="eastAsia"/>
                <w:b/>
              </w:rPr>
              <w:t>付箋を</w:t>
            </w:r>
            <w:r>
              <w:rPr>
                <w:rFonts w:ascii="ＭＳ ゴシック" w:eastAsia="ＭＳ ゴシック" w:hAnsi="ＭＳ ゴシック" w:hint="eastAsia"/>
                <w:b/>
              </w:rPr>
              <w:t>「</w:t>
            </w:r>
            <w:r w:rsidRPr="00542C1D">
              <w:rPr>
                <w:rFonts w:ascii="ＭＳ ゴシック" w:eastAsia="ＭＳ ゴシック" w:hAnsi="ＭＳ ゴシック" w:hint="eastAsia"/>
                <w:b/>
              </w:rPr>
              <w:t>ほしい気持ちの強さ」で並び替える。</w:t>
            </w:r>
          </w:p>
          <w:p w:rsidR="00542C1D" w:rsidRDefault="00542C1D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（説）「必要なくて」「あまりほしくない」のが無駄遣いになります。</w:t>
            </w:r>
          </w:p>
          <w:p w:rsidR="00304054" w:rsidRDefault="00304054" w:rsidP="000F5033">
            <w:pPr>
              <w:rPr>
                <w:rFonts w:ascii="ＭＳ ゴシック" w:eastAsia="ＭＳ ゴシック" w:hAnsi="ＭＳ ゴシック" w:hint="eastAsia"/>
              </w:rPr>
            </w:pPr>
          </w:p>
          <w:p w:rsidR="00542C1D" w:rsidRPr="00542C1D" w:rsidRDefault="00542C1D" w:rsidP="000F5033">
            <w:pPr>
              <w:rPr>
                <w:rFonts w:ascii="ＭＳ ゴシック" w:eastAsia="ＭＳ ゴシック" w:hAnsi="ＭＳ ゴシック" w:hint="eastAsia"/>
              </w:rPr>
            </w:pPr>
          </w:p>
          <w:p w:rsidR="001B61E2" w:rsidRDefault="0013757B" w:rsidP="0013757B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8E45FE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299721</wp:posOffset>
                      </wp:positionV>
                      <wp:extent cx="4089400" cy="579120"/>
                      <wp:effectExtent l="0" t="0" r="25400" b="1143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79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4368" w:rsidRPr="00765D8C" w:rsidRDefault="00C24368" w:rsidP="001F7EDD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むだづかいをしないために、「生活のために必要か」「本当にほしいのか」を考える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35pt;margin-top:23.6pt;width:322pt;height:4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" filled="f" strokecolor="black [3213]">
                      <v:textbox>
                        <w:txbxContent>
                          <w:p w:rsidR="00C24368" w:rsidRPr="00765D8C" w:rsidRDefault="00C24368" w:rsidP="001F7EDD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むだづかいをしないために、「生活のために必要か」「本当にほしいのか」を考える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b/>
              </w:rPr>
              <w:t>上手なお金の使い方のポイントをまとめる</w:t>
            </w:r>
            <w:r w:rsidR="001F7EDD" w:rsidRPr="0013757B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13757B" w:rsidRDefault="0013757B" w:rsidP="0013757B">
            <w:pPr>
              <w:rPr>
                <w:rFonts w:ascii="ＭＳ ゴシック" w:eastAsia="ＭＳ ゴシック" w:hAnsi="ＭＳ ゴシック"/>
                <w:b/>
              </w:rPr>
            </w:pPr>
          </w:p>
          <w:p w:rsidR="0013757B" w:rsidRDefault="0013757B" w:rsidP="0013757B">
            <w:pPr>
              <w:rPr>
                <w:rFonts w:ascii="ＭＳ ゴシック" w:eastAsia="ＭＳ ゴシック" w:hAnsi="ＭＳ ゴシック"/>
                <w:b/>
              </w:rPr>
            </w:pPr>
          </w:p>
          <w:p w:rsidR="0013757B" w:rsidRDefault="0013757B" w:rsidP="0013757B">
            <w:pPr>
              <w:rPr>
                <w:rFonts w:ascii="ＭＳ ゴシック" w:eastAsia="ＭＳ ゴシック" w:hAnsi="ＭＳ ゴシック"/>
                <w:b/>
              </w:rPr>
            </w:pPr>
          </w:p>
          <w:p w:rsidR="00542C1D" w:rsidRDefault="00542C1D" w:rsidP="0013757B">
            <w:pPr>
              <w:rPr>
                <w:rFonts w:ascii="ＭＳ ゴシック" w:eastAsia="ＭＳ ゴシック" w:hAnsi="ＭＳ ゴシック"/>
                <w:b/>
              </w:rPr>
            </w:pPr>
          </w:p>
          <w:p w:rsidR="00304054" w:rsidRDefault="00304054" w:rsidP="0013757B">
            <w:pPr>
              <w:rPr>
                <w:rFonts w:ascii="ＭＳ ゴシック" w:eastAsia="ＭＳ ゴシック" w:hAnsi="ＭＳ ゴシック" w:hint="eastAsia"/>
                <w:b/>
              </w:rPr>
            </w:pPr>
          </w:p>
          <w:p w:rsidR="00542C1D" w:rsidRPr="00542C1D" w:rsidRDefault="00542C1D" w:rsidP="00542C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 w:hint="eastAsia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自分の標語（合言葉）をつくる。</w:t>
            </w:r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472D0C" w:rsidRDefault="00472D0C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スライドＰ2～</w:t>
            </w: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スライドＰ6</w:t>
            </w: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スライドＰ8～</w:t>
            </w: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スライドＰ12</w:t>
            </w: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スライドＰ14</w:t>
            </w:r>
            <w:bookmarkStart w:id="2" w:name="_GoBack"/>
            <w:bookmarkEnd w:id="2"/>
          </w:p>
          <w:p w:rsidR="00304054" w:rsidRPr="00CE0BF8" w:rsidRDefault="00304054" w:rsidP="00CE0BF8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</w:tc>
      </w:tr>
      <w:bookmarkEnd w:id="1"/>
    </w:tbl>
    <w:p w:rsidR="00D62A75" w:rsidRPr="00D62A75" w:rsidRDefault="00D62A75"/>
    <w:sectPr w:rsidR="00D62A75" w:rsidRPr="00D62A75" w:rsidSect="00FF1992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368" w:rsidRDefault="00C24368" w:rsidP="00D62A75">
      <w:r>
        <w:separator/>
      </w:r>
    </w:p>
  </w:endnote>
  <w:endnote w:type="continuationSeparator" w:id="0">
    <w:p w:rsidR="00C24368" w:rsidRDefault="00C24368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368" w:rsidRPr="006517B1" w:rsidRDefault="00C24368" w:rsidP="00FF1992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C24368" w:rsidRDefault="00C24368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368" w:rsidRDefault="00C24368" w:rsidP="00D62A75">
      <w:r>
        <w:separator/>
      </w:r>
    </w:p>
  </w:footnote>
  <w:footnote w:type="continuationSeparator" w:id="0">
    <w:p w:rsidR="00C24368" w:rsidRDefault="00C24368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03820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2D32"/>
    <w:rsid w:val="000B17D7"/>
    <w:rsid w:val="000D69D3"/>
    <w:rsid w:val="000F5033"/>
    <w:rsid w:val="0013757B"/>
    <w:rsid w:val="001519E3"/>
    <w:rsid w:val="00154D11"/>
    <w:rsid w:val="001A29F0"/>
    <w:rsid w:val="001B61E2"/>
    <w:rsid w:val="001E0DED"/>
    <w:rsid w:val="001F1C6C"/>
    <w:rsid w:val="001F7EDD"/>
    <w:rsid w:val="00246E00"/>
    <w:rsid w:val="002514BE"/>
    <w:rsid w:val="002800C5"/>
    <w:rsid w:val="0028699C"/>
    <w:rsid w:val="0028703D"/>
    <w:rsid w:val="002B5506"/>
    <w:rsid w:val="002D0541"/>
    <w:rsid w:val="002E0805"/>
    <w:rsid w:val="00304054"/>
    <w:rsid w:val="00304524"/>
    <w:rsid w:val="00373334"/>
    <w:rsid w:val="00472D0C"/>
    <w:rsid w:val="00542C1D"/>
    <w:rsid w:val="00583241"/>
    <w:rsid w:val="005C22CB"/>
    <w:rsid w:val="005C56B2"/>
    <w:rsid w:val="00674E6C"/>
    <w:rsid w:val="00765D8C"/>
    <w:rsid w:val="007966A1"/>
    <w:rsid w:val="007A1DB3"/>
    <w:rsid w:val="007C7F1D"/>
    <w:rsid w:val="007E5E14"/>
    <w:rsid w:val="0080005A"/>
    <w:rsid w:val="008433B5"/>
    <w:rsid w:val="008A148B"/>
    <w:rsid w:val="008D2D4F"/>
    <w:rsid w:val="008E45FE"/>
    <w:rsid w:val="009332FF"/>
    <w:rsid w:val="00981FA6"/>
    <w:rsid w:val="00981FAA"/>
    <w:rsid w:val="00986F5D"/>
    <w:rsid w:val="00A268B5"/>
    <w:rsid w:val="00A806A7"/>
    <w:rsid w:val="00A80A8D"/>
    <w:rsid w:val="00B56995"/>
    <w:rsid w:val="00B6731F"/>
    <w:rsid w:val="00B6772C"/>
    <w:rsid w:val="00BB198A"/>
    <w:rsid w:val="00BC0C03"/>
    <w:rsid w:val="00BD4E94"/>
    <w:rsid w:val="00C07BFA"/>
    <w:rsid w:val="00C24368"/>
    <w:rsid w:val="00C715A9"/>
    <w:rsid w:val="00C82EE3"/>
    <w:rsid w:val="00CE0BF8"/>
    <w:rsid w:val="00CF76B7"/>
    <w:rsid w:val="00D20A84"/>
    <w:rsid w:val="00D22BAC"/>
    <w:rsid w:val="00D33B4B"/>
    <w:rsid w:val="00D62A75"/>
    <w:rsid w:val="00D92A2C"/>
    <w:rsid w:val="00D9620B"/>
    <w:rsid w:val="00DF360A"/>
    <w:rsid w:val="00E1685C"/>
    <w:rsid w:val="00E50C6D"/>
    <w:rsid w:val="00E96A3D"/>
    <w:rsid w:val="00EB0D25"/>
    <w:rsid w:val="00EE48FA"/>
    <w:rsid w:val="00EF7917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1606E2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CB99B1A0.dotm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基志 内貴</cp:lastModifiedBy>
  <cp:revision>24</cp:revision>
  <cp:lastPrinted>2020-06-23T02:00:00Z</cp:lastPrinted>
  <dcterms:created xsi:type="dcterms:W3CDTF">2020-06-22T07:53:00Z</dcterms:created>
  <dcterms:modified xsi:type="dcterms:W3CDTF">2020-11-27T05:01:00Z</dcterms:modified>
</cp:coreProperties>
</file>