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350">
        <w:rPr>
          <w:rFonts w:ascii="ＭＳ ゴシック" w:eastAsia="ＭＳ ゴシック" w:hAnsi="ＭＳ ゴシック" w:hint="eastAsia"/>
          <w:sz w:val="36"/>
        </w:rPr>
        <w:t>硬貨のヒミツ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C82EE3" w:rsidRDefault="00E96A3D" w:rsidP="00944B4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43500A">
        <w:rPr>
          <w:rFonts w:ascii="ＭＳ ゴシック" w:eastAsia="ＭＳ ゴシック" w:hAnsi="ＭＳ ゴシック" w:hint="eastAsia"/>
        </w:rPr>
        <w:t>日本の硬貨の特徴を知り、お</w:t>
      </w:r>
      <w:r w:rsidR="00CC73C4">
        <w:rPr>
          <w:rFonts w:ascii="ＭＳ ゴシック" w:eastAsia="ＭＳ ゴシック" w:hAnsi="ＭＳ ゴシック" w:hint="eastAsia"/>
        </w:rPr>
        <w:t>かね</w:t>
      </w:r>
      <w:r w:rsidR="0043500A">
        <w:rPr>
          <w:rFonts w:ascii="ＭＳ ゴシック" w:eastAsia="ＭＳ ゴシック" w:hAnsi="ＭＳ ゴシック" w:hint="eastAsia"/>
        </w:rPr>
        <w:t>に関する興味関心を高める。</w:t>
      </w:r>
    </w:p>
    <w:p w:rsidR="0043500A" w:rsidRDefault="0043500A" w:rsidP="00944B4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・お</w:t>
      </w:r>
      <w:r w:rsidR="00CC73C4">
        <w:rPr>
          <w:rFonts w:ascii="ＭＳ ゴシック" w:eastAsia="ＭＳ ゴシック" w:hAnsi="ＭＳ ゴシック" w:hint="eastAsia"/>
        </w:rPr>
        <w:t>かね</w:t>
      </w:r>
      <w:r>
        <w:rPr>
          <w:rFonts w:ascii="ＭＳ ゴシック" w:eastAsia="ＭＳ ゴシック" w:hAnsi="ＭＳ ゴシック" w:hint="eastAsia"/>
        </w:rPr>
        <w:t>の役割について理解する。</w:t>
      </w:r>
    </w:p>
    <w:p w:rsidR="004907DB" w:rsidRDefault="004907DB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304054" w:rsidRDefault="00304054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168C" w:rsidRDefault="00BC168C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B6D21" w:rsidRDefault="00CB6D21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6417C6" w:rsidRDefault="006417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417C6" w:rsidRDefault="006417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417C6" w:rsidRDefault="006417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417C6" w:rsidRDefault="006417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417C6" w:rsidRDefault="006417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417C6" w:rsidRDefault="006417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417C6" w:rsidRDefault="006417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417C6" w:rsidRPr="007C7F1D" w:rsidRDefault="00BC168C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6804" w:type="dxa"/>
          </w:tcPr>
          <w:p w:rsidR="0043500A" w:rsidRDefault="0043500A" w:rsidP="00B822AA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-36196</wp:posOffset>
                      </wp:positionH>
                      <wp:positionV relativeFrom="paragraph">
                        <wp:posOffset>165100</wp:posOffset>
                      </wp:positionV>
                      <wp:extent cx="5663777" cy="784860"/>
                      <wp:effectExtent l="0" t="0" r="13335" b="1524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63777" cy="784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:rsidR="00401A19" w:rsidRDefault="00401A19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スライド教材「硬貨のヒミツ」</w:t>
                                  </w:r>
                                  <w:r w:rsidRPr="0043500A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、お</w:t>
                                  </w:r>
                                  <w:r w:rsidR="00CC73C4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かね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に関する興味関心を高めるための導入用教材です。</w:t>
                                  </w:r>
                                </w:p>
                                <w:p w:rsidR="00401A19" w:rsidRPr="0043500A" w:rsidRDefault="00401A19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そのため、本指導案は「はまぎん おかねの教室」掲載の動画教材「お</w:t>
                                  </w:r>
                                  <w:r w:rsidR="00CC73C4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かね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って何</w:t>
                                  </w:r>
                                  <w:r w:rsidR="00CC73C4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なのだ？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」を併用し、お</w:t>
                                  </w:r>
                                  <w:r w:rsidR="00CC73C4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かね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の役割について理解することまでを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目標に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しています。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2.85pt;margin-top:13pt;width:445.95pt;height:6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" fillcolor="white [3201]" strokeweight=".5pt">
                      <v:stroke dashstyle="dash"/>
                      <v:textbox>
                        <w:txbxContent>
                          <w:p w:rsidR="00401A19" w:rsidRDefault="00401A1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スライド教材「硬貨のヒミツ」</w:t>
                            </w:r>
                            <w:r w:rsidRPr="0043500A">
                              <w:rPr>
                                <w:rFonts w:ascii="ＭＳ ゴシック" w:eastAsia="ＭＳ ゴシック" w:hAnsi="ＭＳ ゴシック" w:hint="eastAsia"/>
                              </w:rPr>
                              <w:t>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、お</w:t>
                            </w:r>
                            <w:r w:rsidR="00CC73C4">
                              <w:rPr>
                                <w:rFonts w:ascii="ＭＳ ゴシック" w:eastAsia="ＭＳ ゴシック" w:hAnsi="ＭＳ ゴシック" w:hint="eastAsia"/>
                              </w:rPr>
                              <w:t>かね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に関する興味関心を高めるための導入用教材です。</w:t>
                            </w:r>
                          </w:p>
                          <w:p w:rsidR="00401A19" w:rsidRPr="0043500A" w:rsidRDefault="00401A1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そのため、本指導案は「はまぎん おかねの教室」掲載の動画教材「お</w:t>
                            </w:r>
                            <w:r w:rsidR="00CC73C4">
                              <w:rPr>
                                <w:rFonts w:ascii="ＭＳ ゴシック" w:eastAsia="ＭＳ ゴシック" w:hAnsi="ＭＳ ゴシック" w:hint="eastAsia"/>
                              </w:rPr>
                              <w:t>かね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って何</w:t>
                            </w:r>
                            <w:r w:rsidR="00CC73C4">
                              <w:rPr>
                                <w:rFonts w:ascii="ＭＳ ゴシック" w:eastAsia="ＭＳ ゴシック" w:hAnsi="ＭＳ ゴシック" w:hint="eastAsia"/>
                              </w:rPr>
                              <w:t>なのだ？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」を併用し、お</w:t>
                            </w:r>
                            <w:r w:rsidR="00CC73C4">
                              <w:rPr>
                                <w:rFonts w:ascii="ＭＳ ゴシック" w:eastAsia="ＭＳ ゴシック" w:hAnsi="ＭＳ ゴシック" w:hint="eastAsia"/>
                              </w:rPr>
                              <w:t>かね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の役割について理解することまでを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目標に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しています。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3500A" w:rsidRDefault="0043500A" w:rsidP="00B822AA">
            <w:pPr>
              <w:rPr>
                <w:rFonts w:ascii="ＭＳ ゴシック" w:eastAsia="ＭＳ ゴシック" w:hAnsi="ＭＳ ゴシック"/>
                <w:b/>
              </w:rPr>
            </w:pPr>
          </w:p>
          <w:p w:rsidR="0043500A" w:rsidRDefault="0043500A" w:rsidP="00B822AA">
            <w:pPr>
              <w:rPr>
                <w:rFonts w:ascii="ＭＳ ゴシック" w:eastAsia="ＭＳ ゴシック" w:hAnsi="ＭＳ ゴシック"/>
                <w:b/>
              </w:rPr>
            </w:pPr>
          </w:p>
          <w:p w:rsidR="00542C1D" w:rsidRDefault="00542C1D" w:rsidP="00B822AA">
            <w:pPr>
              <w:rPr>
                <w:rFonts w:ascii="ＭＳ ゴシック" w:eastAsia="ＭＳ ゴシック" w:hAnsi="ＭＳ ゴシック"/>
                <w:b/>
              </w:rPr>
            </w:pPr>
          </w:p>
          <w:p w:rsidR="006D6878" w:rsidRDefault="006D6878" w:rsidP="00B822AA">
            <w:pPr>
              <w:rPr>
                <w:rFonts w:ascii="ＭＳ ゴシック" w:eastAsia="ＭＳ ゴシック" w:hAnsi="ＭＳ ゴシック"/>
                <w:b/>
              </w:rPr>
            </w:pPr>
          </w:p>
          <w:p w:rsidR="0043500A" w:rsidRDefault="0043500A" w:rsidP="0043500A">
            <w:pPr>
              <w:pStyle w:val="ac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本時の目当てを確認する。</w:t>
            </w:r>
          </w:p>
          <w:p w:rsidR="0043500A" w:rsidRDefault="0043500A" w:rsidP="0043500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81135CE" wp14:editId="6749E657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36195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1A19" w:rsidRDefault="00401A19" w:rsidP="0043500A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401A19" w:rsidRPr="00765D8C" w:rsidRDefault="00401A19" w:rsidP="0043500A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お</w:t>
                                  </w:r>
                                  <w:r w:rsidR="00CC73C4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かね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って、いったい何だろう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1135CE" id="正方形/長方形 9" o:spid="_x0000_s1027" style="position:absolute;left:0;text-align:left;margin-left:2.1pt;margin-top:2.85pt;width:322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" filled="f" strokecolor="black [3213]">
                      <v:textbox>
                        <w:txbxContent>
                          <w:p w:rsidR="00401A19" w:rsidRDefault="00401A19" w:rsidP="0043500A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401A19" w:rsidRPr="00765D8C" w:rsidRDefault="00401A19" w:rsidP="0043500A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お</w:t>
                            </w:r>
                            <w:r w:rsidR="00CC73C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かね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って、いったい何だろう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3500A" w:rsidRDefault="0043500A" w:rsidP="0043500A">
            <w:pPr>
              <w:rPr>
                <w:rFonts w:ascii="ＭＳ ゴシック" w:eastAsia="ＭＳ ゴシック" w:hAnsi="ＭＳ ゴシック"/>
              </w:rPr>
            </w:pPr>
          </w:p>
          <w:p w:rsidR="0043500A" w:rsidRDefault="0043500A" w:rsidP="0043500A">
            <w:pPr>
              <w:rPr>
                <w:rFonts w:ascii="ＭＳ ゴシック" w:eastAsia="ＭＳ ゴシック" w:hAnsi="ＭＳ ゴシック"/>
              </w:rPr>
            </w:pPr>
          </w:p>
          <w:p w:rsidR="00BC168C" w:rsidRPr="00BC168C" w:rsidRDefault="00BC168C" w:rsidP="0043500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（説）私たちの暮らしにおいて、お</w:t>
            </w:r>
            <w:r w:rsidR="00CC73C4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は必要なものです。</w:t>
            </w:r>
          </w:p>
          <w:p w:rsidR="0043500A" w:rsidRDefault="00CB6D21" w:rsidP="0043500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（問）みんなにとって、お</w:t>
            </w:r>
            <w:r w:rsidR="00CC73C4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とは何でしょう？</w:t>
            </w:r>
          </w:p>
          <w:p w:rsidR="00CB6D21" w:rsidRPr="0043500A" w:rsidRDefault="00CB6D21" w:rsidP="0043500A">
            <w:pPr>
              <w:rPr>
                <w:rFonts w:ascii="ＭＳ ゴシック" w:eastAsia="ＭＳ ゴシック" w:hAnsi="ＭＳ ゴシック"/>
              </w:rPr>
            </w:pPr>
          </w:p>
          <w:p w:rsidR="00CB6D21" w:rsidRPr="00CB6D21" w:rsidRDefault="002C5EE3" w:rsidP="002C5EE3">
            <w:pPr>
              <w:pStyle w:val="ac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お</w:t>
            </w:r>
            <w:r w:rsidR="00CC73C4">
              <w:rPr>
                <w:rFonts w:ascii="ＭＳ ゴシック" w:eastAsia="ＭＳ ゴシック" w:hAnsi="ＭＳ ゴシック" w:hint="eastAsia"/>
                <w:b/>
              </w:rPr>
              <w:t>かね</w:t>
            </w:r>
            <w:r>
              <w:rPr>
                <w:rFonts w:ascii="ＭＳ ゴシック" w:eastAsia="ＭＳ ゴシック" w:hAnsi="ＭＳ ゴシック" w:hint="eastAsia"/>
                <w:b/>
              </w:rPr>
              <w:t>について興味関心を高める。</w:t>
            </w:r>
          </w:p>
          <w:p w:rsidR="00B065A6" w:rsidRDefault="00C27C22" w:rsidP="002C5EE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="00B065A6">
              <w:rPr>
                <w:rFonts w:ascii="ＭＳ ゴシック" w:eastAsia="ＭＳ ゴシック" w:hAnsi="ＭＳ ゴシック" w:hint="eastAsia"/>
              </w:rPr>
              <w:t>説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  <w:r w:rsidR="00B065A6">
              <w:rPr>
                <w:rFonts w:ascii="ＭＳ ゴシック" w:eastAsia="ＭＳ ゴシック" w:hAnsi="ＭＳ ゴシック" w:hint="eastAsia"/>
              </w:rPr>
              <w:t>お</w:t>
            </w:r>
            <w:r w:rsidR="00CC73C4">
              <w:rPr>
                <w:rFonts w:ascii="ＭＳ ゴシック" w:eastAsia="ＭＳ ゴシック" w:hAnsi="ＭＳ ゴシック" w:hint="eastAsia"/>
              </w:rPr>
              <w:t>かね</w:t>
            </w:r>
            <w:r w:rsidR="00B065A6">
              <w:rPr>
                <w:rFonts w:ascii="ＭＳ ゴシック" w:eastAsia="ＭＳ ゴシック" w:hAnsi="ＭＳ ゴシック" w:hint="eastAsia"/>
              </w:rPr>
              <w:t>は大きく「紙幣」と「硬貨」の二種類に分けられ</w:t>
            </w:r>
            <w:bookmarkStart w:id="2" w:name="_GoBack"/>
            <w:bookmarkEnd w:id="2"/>
            <w:r w:rsidR="00C51414">
              <w:rPr>
                <w:rFonts w:ascii="ＭＳ ゴシック" w:eastAsia="ＭＳ ゴシック" w:hAnsi="ＭＳ ゴシック" w:hint="eastAsia"/>
              </w:rPr>
              <w:t>、日本の</w:t>
            </w:r>
            <w:r w:rsidR="00B065A6">
              <w:rPr>
                <w:rFonts w:ascii="ＭＳ ゴシック" w:eastAsia="ＭＳ ゴシック" w:hAnsi="ＭＳ ゴシック" w:hint="eastAsia"/>
              </w:rPr>
              <w:t>硬貨には様々な秘密が隠されています。</w:t>
            </w:r>
          </w:p>
          <w:p w:rsidR="00CB6D21" w:rsidRDefault="00CB6D21" w:rsidP="002C5EE3">
            <w:pPr>
              <w:rPr>
                <w:rFonts w:ascii="ＭＳ ゴシック" w:eastAsia="ＭＳ ゴシック" w:hAnsi="ＭＳ ゴシック"/>
              </w:rPr>
            </w:pPr>
          </w:p>
          <w:p w:rsidR="003A212D" w:rsidRPr="00B065A6" w:rsidRDefault="00B065A6" w:rsidP="003A212D">
            <w:pPr>
              <w:pStyle w:val="ac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動画を視聴してお</w:t>
            </w:r>
            <w:r w:rsidR="00CC73C4">
              <w:rPr>
                <w:rFonts w:ascii="ＭＳ ゴシック" w:eastAsia="ＭＳ ゴシック" w:hAnsi="ＭＳ ゴシック" w:hint="eastAsia"/>
                <w:b/>
              </w:rPr>
              <w:t>かね</w:t>
            </w:r>
            <w:r>
              <w:rPr>
                <w:rFonts w:ascii="ＭＳ ゴシック" w:eastAsia="ＭＳ ゴシック" w:hAnsi="ＭＳ ゴシック" w:hint="eastAsia"/>
                <w:b/>
              </w:rPr>
              <w:t>の役割を理解する。</w:t>
            </w:r>
          </w:p>
          <w:p w:rsidR="003A212D" w:rsidRDefault="00B065A6" w:rsidP="003A212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8F58449" wp14:editId="5DE0CDDE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48260</wp:posOffset>
                      </wp:positionV>
                      <wp:extent cx="4089400" cy="784860"/>
                      <wp:effectExtent l="0" t="0" r="25400" b="1524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784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1A19" w:rsidRDefault="00401A19" w:rsidP="00CB6D21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・価値を交換できる機能</w:t>
                                  </w:r>
                                </w:p>
                                <w:p w:rsidR="00401A19" w:rsidRDefault="00401A19" w:rsidP="00CB6D21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・価値の尺度がわかる機能</w:t>
                                  </w:r>
                                </w:p>
                                <w:p w:rsidR="00401A19" w:rsidRPr="00765D8C" w:rsidRDefault="00401A19" w:rsidP="00CB6D21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・価値を貯めていける機能</w:t>
                                  </w:r>
                                </w:p>
                                <w:p w:rsidR="00401A19" w:rsidRPr="00CB6D21" w:rsidRDefault="00401A19" w:rsidP="00B065A6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58449" id="正方形/長方形 3" o:spid="_x0000_s1028" style="position:absolute;left:0;text-align:left;margin-left:1.15pt;margin-top:3.8pt;width:322pt;height:6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" filled="f" strokecolor="black [3213]">
                      <v:textbox>
                        <w:txbxContent>
                          <w:p w:rsidR="00401A19" w:rsidRDefault="00401A19" w:rsidP="00CB6D2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・価値を交換できる機能</w:t>
                            </w:r>
                          </w:p>
                          <w:p w:rsidR="00401A19" w:rsidRDefault="00401A19" w:rsidP="00CB6D2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・価値の尺度がわかる機能</w:t>
                            </w:r>
                          </w:p>
                          <w:p w:rsidR="00401A19" w:rsidRPr="00765D8C" w:rsidRDefault="00401A19" w:rsidP="00CB6D2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・価値を貯めていける機能</w:t>
                            </w:r>
                          </w:p>
                          <w:p w:rsidR="00401A19" w:rsidRPr="00CB6D21" w:rsidRDefault="00401A19" w:rsidP="00B065A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065A6" w:rsidRDefault="00B065A6" w:rsidP="003A212D">
            <w:pPr>
              <w:rPr>
                <w:rFonts w:ascii="ＭＳ ゴシック" w:eastAsia="ＭＳ ゴシック" w:hAnsi="ＭＳ ゴシック"/>
              </w:rPr>
            </w:pPr>
          </w:p>
          <w:p w:rsidR="00B065A6" w:rsidRDefault="00B065A6" w:rsidP="003A212D">
            <w:pPr>
              <w:rPr>
                <w:rFonts w:ascii="ＭＳ ゴシック" w:eastAsia="ＭＳ ゴシック" w:hAnsi="ＭＳ ゴシック"/>
              </w:rPr>
            </w:pPr>
          </w:p>
          <w:p w:rsidR="00CB6D21" w:rsidRDefault="00CB6D21" w:rsidP="003A212D">
            <w:pPr>
              <w:rPr>
                <w:rFonts w:ascii="ＭＳ ゴシック" w:eastAsia="ＭＳ ゴシック" w:hAnsi="ＭＳ ゴシック"/>
              </w:rPr>
            </w:pPr>
          </w:p>
          <w:p w:rsidR="00CB6D21" w:rsidRDefault="00C51414" w:rsidP="003A212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（説）お</w:t>
            </w:r>
            <w:r w:rsidR="00CC73C4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自体に価値はありませんが、交換したり、測ったり、貯めたり</w:t>
            </w:r>
            <w:r w:rsidR="00BC168C">
              <w:rPr>
                <w:rFonts w:ascii="ＭＳ ゴシック" w:eastAsia="ＭＳ ゴシック" w:hAnsi="ＭＳ ゴシック" w:hint="eastAsia"/>
              </w:rPr>
              <w:t>して、</w:t>
            </w:r>
            <w:r w:rsidR="00CC73C4">
              <w:rPr>
                <w:rFonts w:ascii="ＭＳ ゴシック" w:eastAsia="ＭＳ ゴシック" w:hAnsi="ＭＳ ゴシック" w:hint="eastAsia"/>
              </w:rPr>
              <w:t>おかねは</w:t>
            </w:r>
            <w:r w:rsidR="00BC168C">
              <w:rPr>
                <w:rFonts w:ascii="ＭＳ ゴシック" w:eastAsia="ＭＳ ゴシック" w:hAnsi="ＭＳ ゴシック" w:hint="eastAsia"/>
              </w:rPr>
              <w:t>夢や目標をかなえる便利な道具になります</w:t>
            </w:r>
            <w:r>
              <w:rPr>
                <w:rFonts w:ascii="ＭＳ ゴシック" w:eastAsia="ＭＳ ゴシック" w:hAnsi="ＭＳ ゴシック" w:hint="eastAsia"/>
              </w:rPr>
              <w:t>。</w:t>
            </w:r>
          </w:p>
          <w:p w:rsidR="00C51414" w:rsidRDefault="00C51414" w:rsidP="003A212D">
            <w:pPr>
              <w:rPr>
                <w:rFonts w:ascii="ＭＳ ゴシック" w:eastAsia="ＭＳ ゴシック" w:hAnsi="ＭＳ ゴシック"/>
              </w:rPr>
            </w:pPr>
          </w:p>
          <w:p w:rsidR="003A212D" w:rsidRPr="00BC168C" w:rsidRDefault="00BC168C" w:rsidP="003A212D">
            <w:pPr>
              <w:pStyle w:val="ac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BC168C">
              <w:rPr>
                <w:rFonts w:ascii="ＭＳ ゴシック" w:eastAsia="ＭＳ ゴシック" w:hAnsi="ＭＳ ゴシック" w:hint="eastAsia"/>
                <w:b/>
              </w:rPr>
              <w:t>お</w:t>
            </w:r>
            <w:r w:rsidR="00CC73C4">
              <w:rPr>
                <w:rFonts w:ascii="ＭＳ ゴシック" w:eastAsia="ＭＳ ゴシック" w:hAnsi="ＭＳ ゴシック" w:hint="eastAsia"/>
                <w:b/>
              </w:rPr>
              <w:t>かね</w:t>
            </w:r>
            <w:r w:rsidRPr="00BC168C">
              <w:rPr>
                <w:rFonts w:ascii="ＭＳ ゴシック" w:eastAsia="ＭＳ ゴシック" w:hAnsi="ＭＳ ゴシック" w:hint="eastAsia"/>
                <w:b/>
              </w:rPr>
              <w:t>がなくなるとどのような問題が起こるか考え、</w:t>
            </w:r>
            <w:r>
              <w:rPr>
                <w:rFonts w:ascii="ＭＳ ゴシック" w:eastAsia="ＭＳ ゴシック" w:hAnsi="ＭＳ ゴシック" w:hint="eastAsia"/>
                <w:b/>
              </w:rPr>
              <w:t>お</w:t>
            </w:r>
            <w:r w:rsidR="00CC73C4">
              <w:rPr>
                <w:rFonts w:ascii="ＭＳ ゴシック" w:eastAsia="ＭＳ ゴシック" w:hAnsi="ＭＳ ゴシック" w:hint="eastAsia"/>
                <w:b/>
              </w:rPr>
              <w:t>かね</w:t>
            </w:r>
            <w:r w:rsidRPr="00BC168C">
              <w:rPr>
                <w:rFonts w:ascii="ＭＳ ゴシック" w:eastAsia="ＭＳ ゴシック" w:hAnsi="ＭＳ ゴシック" w:hint="eastAsia"/>
                <w:b/>
              </w:rPr>
              <w:t>の役割を再確認する。</w:t>
            </w:r>
          </w:p>
        </w:tc>
        <w:tc>
          <w:tcPr>
            <w:tcW w:w="2268" w:type="dxa"/>
          </w:tcPr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472D0C" w:rsidRDefault="00472D0C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304054" w:rsidRDefault="00304054" w:rsidP="00CE0BF8">
            <w:pPr>
              <w:rPr>
                <w:rFonts w:ascii="ＭＳ ゴシック" w:eastAsia="ＭＳ ゴシック" w:hAnsi="ＭＳ ゴシック"/>
              </w:rPr>
            </w:pPr>
          </w:p>
          <w:p w:rsidR="00C27C22" w:rsidRDefault="00C27C22" w:rsidP="00CE0BF8">
            <w:pPr>
              <w:rPr>
                <w:rFonts w:ascii="ＭＳ ゴシック" w:eastAsia="ＭＳ ゴシック" w:hAnsi="ＭＳ ゴシック"/>
              </w:rPr>
            </w:pPr>
          </w:p>
          <w:p w:rsidR="00C27C22" w:rsidRDefault="00C27C22" w:rsidP="00CE0BF8">
            <w:pPr>
              <w:rPr>
                <w:rFonts w:ascii="ＭＳ ゴシック" w:eastAsia="ＭＳ ゴシック" w:hAnsi="ＭＳ ゴシック"/>
              </w:rPr>
            </w:pPr>
          </w:p>
          <w:p w:rsidR="00C27C22" w:rsidRDefault="00C27C22" w:rsidP="00CE0BF8">
            <w:pPr>
              <w:rPr>
                <w:rFonts w:ascii="ＭＳ ゴシック" w:eastAsia="ＭＳ ゴシック" w:hAnsi="ＭＳ ゴシック"/>
              </w:rPr>
            </w:pPr>
          </w:p>
          <w:p w:rsidR="00C27C22" w:rsidRDefault="00C27C22" w:rsidP="00CE0BF8">
            <w:pPr>
              <w:rPr>
                <w:rFonts w:ascii="ＭＳ ゴシック" w:eastAsia="ＭＳ ゴシック" w:hAnsi="ＭＳ ゴシック"/>
              </w:rPr>
            </w:pPr>
          </w:p>
          <w:p w:rsidR="00C27C22" w:rsidRDefault="00C27C22" w:rsidP="00CE0BF8">
            <w:pPr>
              <w:rPr>
                <w:rFonts w:ascii="ＭＳ ゴシック" w:eastAsia="ＭＳ ゴシック" w:hAnsi="ＭＳ ゴシック"/>
              </w:rPr>
            </w:pPr>
          </w:p>
          <w:p w:rsidR="00C27C22" w:rsidRDefault="00C27C22" w:rsidP="00CE0BF8">
            <w:pPr>
              <w:rPr>
                <w:rFonts w:ascii="ＭＳ ゴシック" w:eastAsia="ＭＳ ゴシック" w:hAnsi="ＭＳ ゴシック"/>
              </w:rPr>
            </w:pPr>
          </w:p>
          <w:p w:rsidR="00C27C22" w:rsidRDefault="00C27C22" w:rsidP="00CE0BF8">
            <w:pPr>
              <w:rPr>
                <w:rFonts w:ascii="ＭＳ ゴシック" w:eastAsia="ＭＳ ゴシック" w:hAnsi="ＭＳ ゴシック"/>
              </w:rPr>
            </w:pPr>
          </w:p>
          <w:p w:rsidR="00BC168C" w:rsidRDefault="00BC168C" w:rsidP="00CE0BF8">
            <w:pPr>
              <w:rPr>
                <w:rFonts w:ascii="ＭＳ ゴシック" w:eastAsia="ＭＳ ゴシック" w:hAnsi="ＭＳ ゴシック"/>
              </w:rPr>
            </w:pPr>
          </w:p>
          <w:p w:rsidR="00C27C22" w:rsidRDefault="00C27C22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スライド教材</w:t>
            </w:r>
          </w:p>
          <w:p w:rsidR="00C27C22" w:rsidRDefault="00C27C22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「硬貨のヒミツ」</w:t>
            </w:r>
          </w:p>
          <w:p w:rsidR="006E0408" w:rsidRDefault="006E0408" w:rsidP="00CE0BF8">
            <w:pPr>
              <w:rPr>
                <w:rFonts w:ascii="ＭＳ ゴシック" w:eastAsia="ＭＳ ゴシック" w:hAnsi="ＭＳ ゴシック"/>
              </w:rPr>
            </w:pPr>
          </w:p>
          <w:p w:rsidR="006E0408" w:rsidRDefault="006E0408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動画教材</w:t>
            </w:r>
          </w:p>
          <w:p w:rsidR="006E0408" w:rsidRPr="00CE0BF8" w:rsidRDefault="006E0408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「お</w:t>
            </w:r>
            <w:r w:rsidR="00CC73C4">
              <w:rPr>
                <w:rFonts w:ascii="ＭＳ ゴシック" w:eastAsia="ＭＳ ゴシック" w:hAnsi="ＭＳ ゴシック" w:hint="eastAsia"/>
              </w:rPr>
              <w:t>かね</w:t>
            </w:r>
            <w:r>
              <w:rPr>
                <w:rFonts w:ascii="ＭＳ ゴシック" w:eastAsia="ＭＳ ゴシック" w:hAnsi="ＭＳ ゴシック" w:hint="eastAsia"/>
              </w:rPr>
              <w:t>って何</w:t>
            </w:r>
            <w:r w:rsidR="00CC73C4">
              <w:rPr>
                <w:rFonts w:ascii="ＭＳ ゴシック" w:eastAsia="ＭＳ ゴシック" w:hAnsi="ＭＳ ゴシック" w:hint="eastAsia"/>
              </w:rPr>
              <w:t>なのだ</w:t>
            </w:r>
            <w:r>
              <w:rPr>
                <w:rFonts w:ascii="ＭＳ ゴシック" w:eastAsia="ＭＳ ゴシック" w:hAnsi="ＭＳ ゴシック" w:hint="eastAsia"/>
              </w:rPr>
              <w:t>？」</w:t>
            </w:r>
          </w:p>
        </w:tc>
      </w:tr>
      <w:bookmarkEnd w:id="1"/>
    </w:tbl>
    <w:p w:rsidR="00D62A75" w:rsidRPr="00D62A75" w:rsidRDefault="00D62A75"/>
    <w:sectPr w:rsidR="00D62A75" w:rsidRPr="00D62A75" w:rsidSect="00FF1992">
      <w:footerReference w:type="default" r:id="rId8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A19" w:rsidRDefault="00401A19" w:rsidP="00D62A75">
      <w:r>
        <w:separator/>
      </w:r>
    </w:p>
  </w:endnote>
  <w:endnote w:type="continuationSeparator" w:id="0">
    <w:p w:rsidR="00401A19" w:rsidRDefault="00401A19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A19" w:rsidRPr="006517B1" w:rsidRDefault="00401A19" w:rsidP="00FF1992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:rsidR="00401A19" w:rsidRDefault="00401A19" w:rsidP="00D20A84">
    <w:pPr>
      <w:pStyle w:val="aa"/>
      <w:jc w:val="right"/>
    </w:pPr>
    <w:r w:rsidRPr="00D20A84">
      <w:t>Copyright (C) 2020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A19" w:rsidRDefault="00401A19" w:rsidP="00D62A75">
      <w:r>
        <w:separator/>
      </w:r>
    </w:p>
  </w:footnote>
  <w:footnote w:type="continuationSeparator" w:id="0">
    <w:p w:rsidR="00401A19" w:rsidRDefault="00401A19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87697"/>
    <w:multiLevelType w:val="hybridMultilevel"/>
    <w:tmpl w:val="1982E6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681CDC"/>
    <w:multiLevelType w:val="hybridMultilevel"/>
    <w:tmpl w:val="03820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02D32"/>
    <w:rsid w:val="000B17D7"/>
    <w:rsid w:val="000D69D3"/>
    <w:rsid w:val="000F5033"/>
    <w:rsid w:val="0013757B"/>
    <w:rsid w:val="001519E3"/>
    <w:rsid w:val="00154D11"/>
    <w:rsid w:val="001A29F0"/>
    <w:rsid w:val="001B61E2"/>
    <w:rsid w:val="001E0DED"/>
    <w:rsid w:val="001F1C6C"/>
    <w:rsid w:val="001F7EDD"/>
    <w:rsid w:val="00246E00"/>
    <w:rsid w:val="002514BE"/>
    <w:rsid w:val="002800C5"/>
    <w:rsid w:val="0028699C"/>
    <w:rsid w:val="0028703D"/>
    <w:rsid w:val="002B5506"/>
    <w:rsid w:val="002C5EE3"/>
    <w:rsid w:val="002D0541"/>
    <w:rsid w:val="002E0805"/>
    <w:rsid w:val="00304054"/>
    <w:rsid w:val="00304524"/>
    <w:rsid w:val="00344B0F"/>
    <w:rsid w:val="00373334"/>
    <w:rsid w:val="00397905"/>
    <w:rsid w:val="003A212D"/>
    <w:rsid w:val="003B4350"/>
    <w:rsid w:val="00401A19"/>
    <w:rsid w:val="0043500A"/>
    <w:rsid w:val="00472D0C"/>
    <w:rsid w:val="004907DB"/>
    <w:rsid w:val="00542C1D"/>
    <w:rsid w:val="00583241"/>
    <w:rsid w:val="0058441A"/>
    <w:rsid w:val="005C22CB"/>
    <w:rsid w:val="005C56B2"/>
    <w:rsid w:val="006417C6"/>
    <w:rsid w:val="00674E6C"/>
    <w:rsid w:val="006D6878"/>
    <w:rsid w:val="006E0408"/>
    <w:rsid w:val="00765D8C"/>
    <w:rsid w:val="007966A1"/>
    <w:rsid w:val="007A1DB3"/>
    <w:rsid w:val="007C7F1D"/>
    <w:rsid w:val="007E5E14"/>
    <w:rsid w:val="0080005A"/>
    <w:rsid w:val="008433B5"/>
    <w:rsid w:val="008A148B"/>
    <w:rsid w:val="008D2D4F"/>
    <w:rsid w:val="008E45FE"/>
    <w:rsid w:val="009332FF"/>
    <w:rsid w:val="00944B49"/>
    <w:rsid w:val="00981FA6"/>
    <w:rsid w:val="00981FAA"/>
    <w:rsid w:val="00986F5D"/>
    <w:rsid w:val="00A268B5"/>
    <w:rsid w:val="00A806A7"/>
    <w:rsid w:val="00A80A8D"/>
    <w:rsid w:val="00B065A6"/>
    <w:rsid w:val="00B56995"/>
    <w:rsid w:val="00B6731F"/>
    <w:rsid w:val="00B6772C"/>
    <w:rsid w:val="00B822AA"/>
    <w:rsid w:val="00B9252A"/>
    <w:rsid w:val="00BB198A"/>
    <w:rsid w:val="00BC0C03"/>
    <w:rsid w:val="00BC168C"/>
    <w:rsid w:val="00BD4E94"/>
    <w:rsid w:val="00BE7405"/>
    <w:rsid w:val="00C07BFA"/>
    <w:rsid w:val="00C24368"/>
    <w:rsid w:val="00C27C22"/>
    <w:rsid w:val="00C51414"/>
    <w:rsid w:val="00C715A9"/>
    <w:rsid w:val="00C82EE3"/>
    <w:rsid w:val="00CA7F89"/>
    <w:rsid w:val="00CB6D21"/>
    <w:rsid w:val="00CC73C4"/>
    <w:rsid w:val="00CE0BF8"/>
    <w:rsid w:val="00CF76B7"/>
    <w:rsid w:val="00D1174C"/>
    <w:rsid w:val="00D20A84"/>
    <w:rsid w:val="00D22BAC"/>
    <w:rsid w:val="00D33B4B"/>
    <w:rsid w:val="00D62A75"/>
    <w:rsid w:val="00D92A2C"/>
    <w:rsid w:val="00D9620B"/>
    <w:rsid w:val="00DF360A"/>
    <w:rsid w:val="00E105EA"/>
    <w:rsid w:val="00E1685C"/>
    <w:rsid w:val="00E32B86"/>
    <w:rsid w:val="00E50C6D"/>
    <w:rsid w:val="00E96A3D"/>
    <w:rsid w:val="00EB0D25"/>
    <w:rsid w:val="00EE48FA"/>
    <w:rsid w:val="00EF7917"/>
    <w:rsid w:val="00FF1992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DA309EE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5E48F034.dotm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37</cp:revision>
  <cp:lastPrinted>2020-12-03T04:44:00Z</cp:lastPrinted>
  <dcterms:created xsi:type="dcterms:W3CDTF">2020-06-22T07:53:00Z</dcterms:created>
  <dcterms:modified xsi:type="dcterms:W3CDTF">2020-12-08T02:38:00Z</dcterms:modified>
</cp:coreProperties>
</file>